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B5646" w14:textId="77777777" w:rsidR="006751B2" w:rsidRDefault="006751B2" w:rsidP="006751B2">
      <w:pPr>
        <w:pStyle w:val="berschrift2"/>
      </w:pPr>
      <w:r>
        <w:t>Neue Dimensionen von 360° Raumkomfort</w:t>
      </w:r>
    </w:p>
    <w:p w14:paraId="17D970B5" w14:textId="77777777" w:rsidR="006751B2" w:rsidRDefault="006751B2" w:rsidP="006751B2">
      <w:pPr>
        <w:pStyle w:val="berschrift1"/>
      </w:pPr>
      <w:r>
        <w:t>SIEGENIA: gebündelte Innovationskraft zur FENSTERBAU 2026</w:t>
      </w:r>
    </w:p>
    <w:p w14:paraId="0BC588DA" w14:textId="77777777" w:rsidR="006751B2" w:rsidRPr="00B55070" w:rsidRDefault="006751B2" w:rsidP="006751B2"/>
    <w:p w14:paraId="341FD668" w14:textId="3152010B" w:rsidR="006751B2" w:rsidRPr="00B55070" w:rsidRDefault="006751B2" w:rsidP="006751B2">
      <w:pPr>
        <w:pStyle w:val="berschrift3"/>
      </w:pPr>
      <w:r>
        <w:t xml:space="preserve">Mit zukunftsweisenden Lösungen und zahlreichen Neuentwicklungen von </w:t>
      </w:r>
      <w:r w:rsidR="00CF0749">
        <w:t xml:space="preserve">mechanisch </w:t>
      </w:r>
      <w:r>
        <w:t xml:space="preserve">bis </w:t>
      </w:r>
      <w:r w:rsidR="00CF0749">
        <w:t xml:space="preserve">smart </w:t>
      </w:r>
      <w:r>
        <w:t>präsentiert sich die SIEGENIA GRUPPE auf der FENSTERBAU 2026. Über das komplette Produktportfolio hinweg unterstreicht das Unternehmen in Halle 4, Stand 215 gebündelte Innovationskraft und die konsequente Ausrichtung auf 360° Raumkomfort. Im Mittelpunkt des Messeauftritts steht insbesondere die Zentralsteuerung zur intelligenten Steuerung und Vernetzung smarter Lösungen rund um die Gebäudehülle. Vom Zukunftsszenario zur realen Anwendung weiterentwickelt, schafft sie via Matter und auch KNX gesunde, komfortable und sichere Räume, in denen Menschen sich wohlfühlen. Unter dem Motto „</w:t>
      </w:r>
      <w:r w:rsidR="00795935">
        <w:t>Next Level</w:t>
      </w:r>
      <w:r>
        <w:t>“ zeigt SIEGENIA darüber hinaus</w:t>
      </w:r>
      <w:r w:rsidR="00795935">
        <w:t xml:space="preserve"> vom</w:t>
      </w:r>
      <w:r>
        <w:t xml:space="preserve"> </w:t>
      </w:r>
      <w:r w:rsidR="00795935">
        <w:t xml:space="preserve">ALU XT, der neuen, wegweisenden Beschlaggeneration für Aluminiumfenster, </w:t>
      </w:r>
      <w:r>
        <w:t>über Portfolioerweiterungen für die Produktgruppen TITAN und KFV bis zu</w:t>
      </w:r>
      <w:r w:rsidR="00482D44">
        <w:t xml:space="preserve"> den neuen GFK-Bodenschwellen für den PORTAL HS </w:t>
      </w:r>
      <w:r>
        <w:t xml:space="preserve">zahlreiche weitere Innovationen mit Mehrwert für Verarbeiter und Endanwender. </w:t>
      </w:r>
    </w:p>
    <w:p w14:paraId="44712AFF" w14:textId="77777777" w:rsidR="006751B2" w:rsidRDefault="006751B2" w:rsidP="006751B2">
      <w:pPr>
        <w:pStyle w:val="berschrift4"/>
      </w:pPr>
      <w:r>
        <w:t>Zentralsteuerung: von der Vision zur Realität</w:t>
      </w:r>
    </w:p>
    <w:p w14:paraId="448B62F6" w14:textId="46879566" w:rsidR="006751B2" w:rsidRDefault="006751B2" w:rsidP="006751B2">
      <w:r w:rsidRPr="00142382">
        <w:t>Smarte Lösungen herstellerübergreifend vernetzen, intelligente Wohn- und Lebensräume schaffen</w:t>
      </w:r>
      <w:r>
        <w:t xml:space="preserve"> – aus dem Zukunftsszenario von 2024 hat SIEGENIA zur diesjährigen FENSTERBAU eine konkrete Umsetzung gemacht, die die Vorreiterposition des Unternehmens unterstreicht. Über den Kommunikationsstandard Matter eröffnet SIEGENIA Verarbeitern mit einer neuen Dimension smarten Wohnens attraktive Geschäftsfelder rund um die Smartifizierung – ganz ohne Bindung an herstellerabhängige Ökosysteme.</w:t>
      </w:r>
      <w:r w:rsidRPr="00456E49">
        <w:t xml:space="preserve"> </w:t>
      </w:r>
      <w:r>
        <w:t>Das erlaubt Endanwendern die Einrichtung</w:t>
      </w:r>
      <w:r w:rsidRPr="00D30FB6">
        <w:t xml:space="preserve"> individuelle</w:t>
      </w:r>
      <w:r>
        <w:t>r</w:t>
      </w:r>
      <w:r w:rsidRPr="00D30FB6">
        <w:t xml:space="preserve"> Szenarien für sicheres Wohnen, Komfort und Energiesparen</w:t>
      </w:r>
      <w:r>
        <w:t xml:space="preserve"> und damit ein Maximum an Raumkomfort</w:t>
      </w:r>
      <w:r w:rsidRPr="00D30FB6">
        <w:t>.</w:t>
      </w:r>
      <w:r>
        <w:t xml:space="preserve"> Vom zentralen Ver- und Entriegeln des gesamten Hauses per Fingertipp über die automatisierte Frischluftzufuhr mithilfe von motorisch angetriebenen Fenstern bis zur intelligenten Vernetzung smarter Lösungen von SIEGENIA mit Heizung, Beschattung und anderen Komponenten der Gebäudeautomation bietet die Zentralsteuerung Endanwendern erheblichen Mehrwert. </w:t>
      </w:r>
    </w:p>
    <w:p w14:paraId="3260478B" w14:textId="77777777" w:rsidR="006751B2" w:rsidRDefault="006751B2" w:rsidP="006751B2"/>
    <w:p w14:paraId="32A5609C" w14:textId="72F6AD91" w:rsidR="006751B2" w:rsidRDefault="006751B2" w:rsidP="006751B2">
      <w:r>
        <w:t xml:space="preserve">Auf der FENSTERBAU präsentiert SIEGENIA die Zentralsteuerung mit neuen Anwendungsmöglichkeiten. Ergänzend zu bereits vorhandenen </w:t>
      </w:r>
      <w:r w:rsidR="00346DCA">
        <w:t xml:space="preserve">Matter-fähigen </w:t>
      </w:r>
      <w:r>
        <w:t xml:space="preserve">Lösungen wie der vollmotorischen Mehrfachverriegelung GENIUS, dem motorischen Fensterantrieb DRIVE CL </w:t>
      </w:r>
      <w:r w:rsidR="00153667" w:rsidRPr="00153667">
        <w:t xml:space="preserve">sowie den Matter-fähigen Schalt-Aktoren zur Steuerung von Fremdprodukten lassen sich </w:t>
      </w:r>
      <w:r>
        <w:t xml:space="preserve">nun weitere Lösungen des Unternehmens in smarte Szenarien einbinden. Zu den neuen </w:t>
      </w:r>
      <w:r>
        <w:lastRenderedPageBreak/>
        <w:t xml:space="preserve">Highlights, die das Anwendungsspektrum der Zentralsteuerung noch leistungsfähiger machen, zählt insbesondere der komplett verdeckt liegende Antrieb DRIVE axxent LS smart für Hebe-Schiebe-Elemente. Bereits erhältlich bzw. unmittelbar vor der Markteinführung sind zudem der smarte Fenstergriff und der smarte Sensor, die </w:t>
      </w:r>
      <w:r w:rsidR="00255ADB">
        <w:t xml:space="preserve">die </w:t>
      </w:r>
      <w:r>
        <w:t xml:space="preserve">Messebesucher ebenfalls live erleben können. Neue Raumkomfort-Vorteile bietet SIEGENIA darüber hinaus durch die Möglichkeit zur Integration seiner Lösungen in die Gebäudeautomation per KNX. </w:t>
      </w:r>
      <w:r w:rsidR="00AD0F39">
        <w:t xml:space="preserve">Das schließt auch die Einbindung </w:t>
      </w:r>
      <w:r w:rsidR="006B4D98">
        <w:t xml:space="preserve">des Fassadenlüfters AEROMAT VT sowie des Wandlüfters AEROPLUS WRG ein, mit deren Hilfe sich Wohngesundheit und Wohlfühlklima optimieren lassen. </w:t>
      </w:r>
      <w:r>
        <w:t xml:space="preserve">SIEGENIA </w:t>
      </w:r>
      <w:r w:rsidR="003241BD">
        <w:t xml:space="preserve">ist einer </w:t>
      </w:r>
      <w:r>
        <w:t>der wenigen Anbieter, die über eine leistungsstarke Lösung für das automatisierte Lüften via KNX verfügen.</w:t>
      </w:r>
    </w:p>
    <w:p w14:paraId="0D781498" w14:textId="77777777" w:rsidR="006751B2" w:rsidRDefault="006751B2" w:rsidP="006751B2"/>
    <w:p w14:paraId="5276FE63" w14:textId="77777777" w:rsidR="006751B2" w:rsidRDefault="006751B2" w:rsidP="005E1468"/>
    <w:p w14:paraId="5C07DE45" w14:textId="77777777" w:rsidR="009B34A3" w:rsidRDefault="009B34A3" w:rsidP="005E1468"/>
    <w:p w14:paraId="47895653" w14:textId="0B608334" w:rsidR="00C33F17" w:rsidRDefault="00E10380" w:rsidP="00E10380">
      <w:pPr>
        <w:pStyle w:val="berschrift2"/>
      </w:pPr>
      <w:r>
        <w:t>PORTAL</w:t>
      </w:r>
    </w:p>
    <w:p w14:paraId="01635980" w14:textId="46FA0DDA" w:rsidR="00C33F17" w:rsidRDefault="00C33F17" w:rsidP="009550CF">
      <w:pPr>
        <w:pStyle w:val="berschrift4"/>
        <w:rPr>
          <w:b w:val="0"/>
          <w:bCs w:val="0"/>
          <w:sz w:val="20"/>
          <w:szCs w:val="21"/>
        </w:rPr>
      </w:pPr>
      <w:r>
        <w:rPr>
          <w:b w:val="0"/>
          <w:bCs w:val="0"/>
          <w:sz w:val="20"/>
          <w:szCs w:val="21"/>
        </w:rPr>
        <w:t xml:space="preserve">Bei Großflächenelementen </w:t>
      </w:r>
      <w:r w:rsidRPr="00B304A6">
        <w:rPr>
          <w:b w:val="0"/>
          <w:bCs w:val="0"/>
          <w:sz w:val="20"/>
          <w:szCs w:val="21"/>
        </w:rPr>
        <w:t>aus Holz, Kunststoff oder Aluminium </w:t>
      </w:r>
      <w:r>
        <w:rPr>
          <w:b w:val="0"/>
          <w:bCs w:val="0"/>
          <w:sz w:val="20"/>
          <w:szCs w:val="21"/>
        </w:rPr>
        <w:t xml:space="preserve">spielt der </w:t>
      </w:r>
      <w:r w:rsidRPr="00B304A6">
        <w:rPr>
          <w:b w:val="0"/>
          <w:bCs w:val="0"/>
          <w:sz w:val="20"/>
          <w:szCs w:val="21"/>
        </w:rPr>
        <w:t xml:space="preserve">PORTAL </w:t>
      </w:r>
      <w:r>
        <w:rPr>
          <w:b w:val="0"/>
          <w:bCs w:val="0"/>
          <w:sz w:val="20"/>
          <w:szCs w:val="21"/>
        </w:rPr>
        <w:t xml:space="preserve">HS von SIEGENIA seine </w:t>
      </w:r>
      <w:r w:rsidRPr="00B304A6">
        <w:rPr>
          <w:b w:val="0"/>
          <w:bCs w:val="0"/>
          <w:sz w:val="20"/>
          <w:szCs w:val="21"/>
        </w:rPr>
        <w:t>Stärken aus. D</w:t>
      </w:r>
      <w:r>
        <w:rPr>
          <w:b w:val="0"/>
          <w:bCs w:val="0"/>
          <w:sz w:val="20"/>
          <w:szCs w:val="21"/>
        </w:rPr>
        <w:t>ank seiner hohen Q</w:t>
      </w:r>
      <w:r w:rsidRPr="00B304A6">
        <w:rPr>
          <w:b w:val="0"/>
          <w:bCs w:val="0"/>
          <w:sz w:val="20"/>
          <w:szCs w:val="21"/>
        </w:rPr>
        <w:t xml:space="preserve">ualität und </w:t>
      </w:r>
      <w:r>
        <w:rPr>
          <w:b w:val="0"/>
          <w:bCs w:val="0"/>
          <w:sz w:val="20"/>
          <w:szCs w:val="21"/>
        </w:rPr>
        <w:t>durchdachten Optionen bietet er über sämtliche Öffnungs</w:t>
      </w:r>
      <w:r w:rsidR="001568AE">
        <w:rPr>
          <w:b w:val="0"/>
          <w:bCs w:val="0"/>
          <w:sz w:val="20"/>
          <w:szCs w:val="21"/>
        </w:rPr>
        <w:t>schemata</w:t>
      </w:r>
      <w:r>
        <w:rPr>
          <w:b w:val="0"/>
          <w:bCs w:val="0"/>
          <w:sz w:val="20"/>
          <w:szCs w:val="21"/>
        </w:rPr>
        <w:t xml:space="preserve"> hinweg Raumkomfort und eröffnet Verarbeitern zahlreiche Möglichkeiten, um individuellen Kundenanforderungen gerecht zu werden. Auf der FENSTERBAU 2026 präsentiert das Unternehmen leistungsstarke Innovationen, die seine Ausstattungsvielfalt bereichern: Neben dem völlig verdeckt liegenden motorischen Hebe-Schiebe-Antrieb DRIVE axxent LS smart, der schon bald für Matter-basierte Anwendungen zur Verfügung steht, sind auf dem Messestand erstmals die neuen Bodenschwellen aus Glasfaserkunststoff (GFK) für Hebe-Schiebe-Elemente und der </w:t>
      </w:r>
      <w:r w:rsidRPr="0090041C">
        <w:rPr>
          <w:b w:val="0"/>
          <w:bCs w:val="0"/>
          <w:sz w:val="20"/>
          <w:szCs w:val="21"/>
        </w:rPr>
        <w:t>Schiebebeschlag ECO SLIDE CO</w:t>
      </w:r>
      <w:r>
        <w:rPr>
          <w:b w:val="0"/>
          <w:bCs w:val="0"/>
          <w:sz w:val="20"/>
          <w:szCs w:val="21"/>
        </w:rPr>
        <w:t xml:space="preserve"> für Elemente aus Holz zu sehen.</w:t>
      </w:r>
    </w:p>
    <w:p w14:paraId="5B6D388C" w14:textId="77777777" w:rsidR="00C33F17" w:rsidRDefault="00C33F17" w:rsidP="00C33F17">
      <w:pPr>
        <w:pStyle w:val="berschrift4"/>
      </w:pPr>
      <w:r>
        <w:t xml:space="preserve">Für smarte Hebe-Schiebe-Elemente: der </w:t>
      </w:r>
      <w:r w:rsidRPr="003C1CEA">
        <w:t>DRIVE axxent LS smart</w:t>
      </w:r>
      <w:r>
        <w:t xml:space="preserve"> </w:t>
      </w:r>
    </w:p>
    <w:p w14:paraId="081F43C8" w14:textId="77777777" w:rsidR="00C33F17" w:rsidRDefault="00C33F17" w:rsidP="00C33F17">
      <w:r>
        <w:t xml:space="preserve">Als motorischer Antrieb </w:t>
      </w:r>
      <w:r w:rsidRPr="00142382">
        <w:t>für den gehobenen Wohnungs- und Objektbau</w:t>
      </w:r>
      <w:r>
        <w:t xml:space="preserve">, der auch die Anforderungen der DIN 18040 an barrierefreie Bedienkräfte erfüllt, besticht der DRIVE axxent LS von SIEGENIA </w:t>
      </w:r>
      <w:r w:rsidRPr="00C86F10">
        <w:t>durch seine leistungsstarke Kombination aus Design und Funktion.</w:t>
      </w:r>
      <w:r>
        <w:t xml:space="preserve"> Seine herausragende Ästhetik verdankt der Antrieb seinem völlig verdeckt liegenden Einbau von Hebe- sowie Schiebeantrieb und dem Verzicht auf farblich abweichende aufliegende Bauteile oder Abdeckungen. </w:t>
      </w:r>
      <w:r w:rsidRPr="00142382">
        <w:t xml:space="preserve">Dank </w:t>
      </w:r>
      <w:r>
        <w:t>der</w:t>
      </w:r>
      <w:r w:rsidRPr="00142382">
        <w:t xml:space="preserve"> </w:t>
      </w:r>
      <w:r>
        <w:t>äußerst</w:t>
      </w:r>
      <w:r w:rsidRPr="00142382">
        <w:t xml:space="preserve"> kompakten Konstruktion </w:t>
      </w:r>
      <w:r>
        <w:t xml:space="preserve">ist er dabei </w:t>
      </w:r>
      <w:r w:rsidRPr="0003219F">
        <w:t>selbst</w:t>
      </w:r>
      <w:r>
        <w:t xml:space="preserve"> </w:t>
      </w:r>
      <w:r w:rsidRPr="00142382">
        <w:t xml:space="preserve">für schlanke Profilsysteme </w:t>
      </w:r>
      <w:r>
        <w:t xml:space="preserve">aller Rahmenmaterialarten </w:t>
      </w:r>
      <w:r w:rsidRPr="00142382">
        <w:t>geeignet.</w:t>
      </w:r>
      <w:r>
        <w:t xml:space="preserve"> Jetzt eröffnet die Komfortlösung für Hebe-Schiebe-Elemente Verarbeitern und Endanwendern neue Handlungsspielräume: Auf der </w:t>
      </w:r>
      <w:r>
        <w:lastRenderedPageBreak/>
        <w:t xml:space="preserve">FENSTERBAU 2026 feiert der motorische Antrieb als DRIVE axxent LS smart in einer Matter-fähigen Ausführung Premiere. </w:t>
      </w:r>
      <w:r w:rsidRPr="000E14CC">
        <w:t>Ab April erhältlich, bildet er einen neuen Meilenstein im Portfolio der Zentralsteuerung. Von der Überwachung über das Verriegeln bis zum Bewegen kompletter Elemente bedient er sämtliche drei Fokusthemen und baut damit die Möglichkeiten von Automation und dem Anlegen von smarten Szenarien aus.</w:t>
      </w:r>
      <w:r w:rsidRPr="00037C56">
        <w:t xml:space="preserve"> </w:t>
      </w:r>
    </w:p>
    <w:p w14:paraId="32780455" w14:textId="77777777" w:rsidR="00C33F17" w:rsidRDefault="00C33F17" w:rsidP="00C33F17">
      <w:pPr>
        <w:pStyle w:val="berschrift4"/>
      </w:pPr>
      <w:r>
        <w:t>Neue GFK-Bodenschwellen</w:t>
      </w:r>
      <w:r w:rsidRPr="005938F5">
        <w:t xml:space="preserve"> </w:t>
      </w:r>
      <w:r>
        <w:t>– auch in der Trendfarbe Schwarz:</w:t>
      </w:r>
    </w:p>
    <w:p w14:paraId="414AFEF4" w14:textId="77777777" w:rsidR="00C33F17" w:rsidRDefault="00C33F17" w:rsidP="00C33F17">
      <w:r>
        <w:t xml:space="preserve">Ebenfalls im Fokus der Produktgruppe PORTAL steht eine Innovation, die Verarbeitern ein noch breiteres Angebot an Bodenschwellen für Hebe-Schiebe-Elemente zur Verfügung stellt: Ab sofort sind ECO PASS Bodenschwellen auch in einer Ausführung aus glasfaserverstärktem Kunststoff (GFK) erhältlich. Das erlaubt Verarbeitern, den Durchgang nach draußen noch vielseitiger an individuelle Kundenanforderungen anzupassen. Unter Designaspekten ansprechend ist insbesondere die Möglichkeit zur Realisierung der Bodenschwelle in der Trendfarbe Schwarz, die sich – wie auf der FENSTERBAU zu sehen – für wertige Akzentuierungen mit </w:t>
      </w:r>
      <w:r w:rsidRPr="00393B75">
        <w:t xml:space="preserve">schwarzen Beschlagkomponenten </w:t>
      </w:r>
      <w:r>
        <w:t xml:space="preserve">kombinieren lässt. Gerade bei Elementen aus Holz und Holz-Aluminium erlaubt das die Gestaltung eines optisch gefälligen Durchgangs in Kombination mit Rahmen in Holzfarbtönen. Überzeugend sind auch die äußerst homogene Oberfläche und die besondere Formstabilität selbst bei hohen thermischen Belastungen. </w:t>
      </w:r>
    </w:p>
    <w:p w14:paraId="7523BAD1" w14:textId="77777777" w:rsidR="00C33F17" w:rsidRDefault="00C33F17" w:rsidP="00C33F17"/>
    <w:p w14:paraId="76C2DE81" w14:textId="77777777" w:rsidR="00C33F17" w:rsidRDefault="00C33F17" w:rsidP="00C33F17">
      <w:r>
        <w:t>B</w:t>
      </w:r>
      <w:r w:rsidRPr="00F6773F">
        <w:t xml:space="preserve">esonders </w:t>
      </w:r>
      <w:r>
        <w:t>profitieren d</w:t>
      </w:r>
      <w:r w:rsidRPr="00F6773F">
        <w:t>ie designorientierten SKY-Lösungen mit Festfeld statt Festflügel vom Werkstoff GFK</w:t>
      </w:r>
      <w:r>
        <w:t xml:space="preserve">: Hier werden die </w:t>
      </w:r>
      <w:r w:rsidRPr="00F6773F">
        <w:t>thermisch</w:t>
      </w:r>
      <w:r>
        <w:t>en</w:t>
      </w:r>
      <w:r w:rsidRPr="00F6773F">
        <w:t xml:space="preserve"> Belastungen unter dem Glas minimiert.</w:t>
      </w:r>
      <w:r>
        <w:t xml:space="preserve"> </w:t>
      </w:r>
      <w:r w:rsidRPr="00F6773F">
        <w:t>Auf der FENSTERBAU zu sehen sind die neuen, ab dem Frühjahr verfügbaren 0</w:t>
      </w:r>
      <w:r>
        <w:t>-</w:t>
      </w:r>
      <w:r w:rsidRPr="00F6773F">
        <w:t>mm-Bodenschwellen für Holz- und Holz-Aluminiumsysteme in IV 78 und IV88/92 mit 50 mm Einstand in den Boden. Dadurch eignen sie sich bestens für die nahtlose Einbindung in die Gebäudeabdichtung.</w:t>
      </w:r>
      <w:r>
        <w:t xml:space="preserve"> </w:t>
      </w:r>
      <w:r w:rsidRPr="00F6773F">
        <w:t xml:space="preserve">Eine </w:t>
      </w:r>
      <w:r>
        <w:t xml:space="preserve">wertvolle </w:t>
      </w:r>
      <w:r w:rsidRPr="00F6773F">
        <w:t xml:space="preserve">Option für die Renovierung </w:t>
      </w:r>
      <w:r>
        <w:t xml:space="preserve">sind hingegen </w:t>
      </w:r>
      <w:r w:rsidRPr="00F6773F">
        <w:t xml:space="preserve">die ECO PASS GFK R Bodenschwellen mit 25 mm Höhe </w:t>
      </w:r>
      <w:r>
        <w:t>zur</w:t>
      </w:r>
      <w:r w:rsidRPr="00F6773F">
        <w:t xml:space="preserve"> Montage auf dem Fertigfußboden</w:t>
      </w:r>
      <w:r>
        <w:t>. Erhältlich in drei unterschiedlichen Bautiefen sind diese ebenfalls auf dem Messestand zu sehen</w:t>
      </w:r>
      <w:r w:rsidRPr="00F6773F">
        <w:t>.</w:t>
      </w:r>
      <w:r>
        <w:t xml:space="preserve"> Vorteile für Verarbeiter bietet zudem die Verfügbarkeit der </w:t>
      </w:r>
      <w:r w:rsidRPr="00F6773F">
        <w:t xml:space="preserve">ECO PASS GFK Bodenschwellenvarianten </w:t>
      </w:r>
      <w:r>
        <w:t xml:space="preserve">im Rahmen der </w:t>
      </w:r>
      <w:r w:rsidRPr="00F6773F">
        <w:t xml:space="preserve">Dienstleistung </w:t>
      </w:r>
      <w:r>
        <w:t xml:space="preserve">COMFORT UNIT. Die Lieferung erfolgt </w:t>
      </w:r>
      <w:r w:rsidRPr="00F6773F">
        <w:t>passgenau und fertig montiert.</w:t>
      </w:r>
    </w:p>
    <w:p w14:paraId="2CDF015C" w14:textId="77777777" w:rsidR="00C33F17" w:rsidRDefault="00C33F17" w:rsidP="00C33F17">
      <w:pPr>
        <w:pStyle w:val="berschrift4"/>
      </w:pPr>
      <w:r>
        <w:t>Neue Vielseitigkeit mit ECO SLIDE CO für Elemente aus Holz</w:t>
      </w:r>
    </w:p>
    <w:p w14:paraId="02440210" w14:textId="3A7E4C0B" w:rsidR="00C33F17" w:rsidRPr="00B55070" w:rsidRDefault="00C33F17" w:rsidP="00DB1A9A">
      <w:pPr>
        <w:spacing w:before="120" w:after="60"/>
        <w:rPr>
          <w:szCs w:val="20"/>
        </w:rPr>
      </w:pPr>
      <w:r w:rsidRPr="00884318">
        <w:rPr>
          <w:rFonts w:cs="Arial"/>
          <w:szCs w:val="20"/>
        </w:rPr>
        <w:t xml:space="preserve">Raumsparend, </w:t>
      </w:r>
      <w:r>
        <w:rPr>
          <w:rFonts w:cs="Arial"/>
          <w:szCs w:val="20"/>
        </w:rPr>
        <w:t xml:space="preserve">leichtgängig und </w:t>
      </w:r>
      <w:r w:rsidRPr="00884318">
        <w:rPr>
          <w:rFonts w:cs="Arial"/>
          <w:szCs w:val="20"/>
        </w:rPr>
        <w:t xml:space="preserve">robust </w:t>
      </w:r>
      <w:r>
        <w:rPr>
          <w:rFonts w:cs="Arial"/>
          <w:szCs w:val="20"/>
        </w:rPr>
        <w:t xml:space="preserve">im täglichen Gebrauch, kombiniert mit </w:t>
      </w:r>
      <w:r w:rsidRPr="00884318">
        <w:rPr>
          <w:rFonts w:cs="Arial"/>
          <w:szCs w:val="20"/>
        </w:rPr>
        <w:t>den Fertigungsvorteilen eines Dreh-Kipp-Beschlags:</w:t>
      </w:r>
      <w:r>
        <w:rPr>
          <w:rFonts w:cs="Arial"/>
          <w:szCs w:val="20"/>
        </w:rPr>
        <w:t xml:space="preserve"> Der Schiebebeschlag ECO SLIDE CO eignet sich für die Fertigung von Fenstern und Türen und bietet Endanwendern zahlreiche Vorteile. Bislang bereits für viele </w:t>
      </w:r>
      <w:r w:rsidRPr="00C906B9">
        <w:rPr>
          <w:rFonts w:cs="Arial"/>
          <w:szCs w:val="20"/>
        </w:rPr>
        <w:t xml:space="preserve">Kunststoffprofilsysteme </w:t>
      </w:r>
      <w:r>
        <w:rPr>
          <w:rFonts w:cs="Arial"/>
          <w:szCs w:val="20"/>
        </w:rPr>
        <w:t xml:space="preserve">verfügbar, zeigt SIEGENIA den vielseitigen </w:t>
      </w:r>
      <w:r>
        <w:rPr>
          <w:rFonts w:cs="Arial"/>
          <w:szCs w:val="20"/>
        </w:rPr>
        <w:lastRenderedPageBreak/>
        <w:t xml:space="preserve">Beschlag auf dem Messestand erstmals auch in einer Ausführung für Elemente aus Holz. </w:t>
      </w:r>
      <w:r w:rsidRPr="00C906B9">
        <w:t xml:space="preserve">Mit einem </w:t>
      </w:r>
      <w:r>
        <w:t xml:space="preserve">erweiterten </w:t>
      </w:r>
      <w:r w:rsidRPr="00C906B9">
        <w:t xml:space="preserve">maximalen </w:t>
      </w:r>
      <w:r w:rsidRPr="00CD68B0">
        <w:rPr>
          <w:rFonts w:cs="Arial"/>
          <w:szCs w:val="20"/>
        </w:rPr>
        <w:t xml:space="preserve">Flügelgewicht von 250 kg </w:t>
      </w:r>
      <w:r>
        <w:rPr>
          <w:rFonts w:cs="Arial"/>
          <w:szCs w:val="20"/>
        </w:rPr>
        <w:t xml:space="preserve">in der Grundausstattung </w:t>
      </w:r>
      <w:r w:rsidRPr="00CD68B0">
        <w:rPr>
          <w:rFonts w:cs="Arial"/>
          <w:szCs w:val="20"/>
        </w:rPr>
        <w:t>bietet der intuitive Beschlag Planern und Endanwendern äußerst variable Einsatzmöglichkeiten. Neben einem wirtschaftlichen Grundbeschlag steh</w:t>
      </w:r>
      <w:r>
        <w:rPr>
          <w:rFonts w:cs="Arial"/>
          <w:szCs w:val="20"/>
        </w:rPr>
        <w:t>t</w:t>
      </w:r>
      <w:r w:rsidRPr="00CD68B0">
        <w:rPr>
          <w:rFonts w:cs="Arial"/>
          <w:szCs w:val="20"/>
        </w:rPr>
        <w:t xml:space="preserve"> </w:t>
      </w:r>
      <w:r>
        <w:rPr>
          <w:rFonts w:cs="Arial"/>
          <w:szCs w:val="20"/>
        </w:rPr>
        <w:t xml:space="preserve">auch </w:t>
      </w:r>
      <w:r w:rsidRPr="00CD68B0">
        <w:rPr>
          <w:rFonts w:cs="Arial"/>
          <w:szCs w:val="20"/>
        </w:rPr>
        <w:t xml:space="preserve">der Designbeschlag mit attraktiven Schließleisten auf der Verschlussseite und in der Mittelpartie </w:t>
      </w:r>
      <w:r>
        <w:rPr>
          <w:rFonts w:cs="Arial"/>
          <w:szCs w:val="20"/>
        </w:rPr>
        <w:t>sowie mit einer</w:t>
      </w:r>
      <w:r w:rsidRPr="00CD68B0">
        <w:rPr>
          <w:rFonts w:cs="Arial"/>
          <w:szCs w:val="20"/>
        </w:rPr>
        <w:t xml:space="preserve"> Einbruchhemmung </w:t>
      </w:r>
      <w:r w:rsidR="00B316E9">
        <w:rPr>
          <w:rFonts w:cs="Arial"/>
          <w:szCs w:val="20"/>
        </w:rPr>
        <w:t xml:space="preserve">in </w:t>
      </w:r>
      <w:r w:rsidRPr="00CD68B0">
        <w:rPr>
          <w:rFonts w:cs="Arial"/>
          <w:szCs w:val="20"/>
        </w:rPr>
        <w:t>RC2 zur Verfügung.</w:t>
      </w:r>
      <w:r>
        <w:rPr>
          <w:rFonts w:cs="Arial"/>
          <w:szCs w:val="20"/>
        </w:rPr>
        <w:t xml:space="preserve"> </w:t>
      </w:r>
      <w:r w:rsidRPr="00CD68B0">
        <w:rPr>
          <w:rFonts w:cs="Arial"/>
          <w:szCs w:val="20"/>
        </w:rPr>
        <w:t>Darüber hinaus bietet ECO SLIDE CO dank seiner hohen Anzahl an Getrieben auch für kleine Fensterelemente und geringe Fensterhöhen eine</w:t>
      </w:r>
      <w:r>
        <w:t xml:space="preserve"> passende Lösung. Auf der FENSTERBAU können Verarbeiter die Qualitäten des neuen ECO SLIDE CO Holz anhand eines Türelements mit Bodenschwelle live erleben. </w:t>
      </w:r>
      <w:r w:rsidRPr="000424ED">
        <w:rPr>
          <w:szCs w:val="20"/>
        </w:rPr>
        <w:t xml:space="preserve">Passend dazu bereitet SIEGENIA </w:t>
      </w:r>
      <w:r>
        <w:rPr>
          <w:szCs w:val="20"/>
        </w:rPr>
        <w:t>– ä</w:t>
      </w:r>
      <w:r w:rsidRPr="000424ED">
        <w:rPr>
          <w:szCs w:val="20"/>
        </w:rPr>
        <w:t xml:space="preserve">hnlich wie bei der Hebe-Schiebe-Bodenschwelle für den ECO SLIDE CO Holz </w:t>
      </w:r>
      <w:r>
        <w:rPr>
          <w:szCs w:val="20"/>
        </w:rPr>
        <w:t>– d</w:t>
      </w:r>
      <w:r w:rsidRPr="000424ED">
        <w:rPr>
          <w:szCs w:val="20"/>
        </w:rPr>
        <w:t xml:space="preserve">ie </w:t>
      </w:r>
      <w:r>
        <w:rPr>
          <w:szCs w:val="20"/>
        </w:rPr>
        <w:t xml:space="preserve">optionale </w:t>
      </w:r>
      <w:r w:rsidRPr="000424ED">
        <w:rPr>
          <w:szCs w:val="20"/>
        </w:rPr>
        <w:t>Vorkonfektionierung mithilfe der COMFORT UNIT vor.</w:t>
      </w:r>
    </w:p>
    <w:p w14:paraId="060FD8E9" w14:textId="77777777" w:rsidR="00C33F17" w:rsidRDefault="00C33F17" w:rsidP="00C33F17"/>
    <w:p w14:paraId="2576540A" w14:textId="77777777" w:rsidR="00E10380" w:rsidRPr="00B55070" w:rsidRDefault="00E10380" w:rsidP="00C33F17"/>
    <w:p w14:paraId="290125DC" w14:textId="77777777" w:rsidR="00C33F17" w:rsidRDefault="00C33F17" w:rsidP="00C33F17"/>
    <w:p w14:paraId="3E8E8620" w14:textId="4C87789D" w:rsidR="00C33F17" w:rsidRDefault="007F04A1" w:rsidP="007F04A1">
      <w:pPr>
        <w:pStyle w:val="berschrift2"/>
      </w:pPr>
      <w:r>
        <w:t>TITAN</w:t>
      </w:r>
    </w:p>
    <w:p w14:paraId="2EE35813" w14:textId="3D5DE582" w:rsidR="00965F0D" w:rsidRDefault="00965F0D" w:rsidP="009550CF">
      <w:pPr>
        <w:spacing w:before="240" w:after="60"/>
      </w:pPr>
      <w:r>
        <w:t>Mit leistungsstarken Innovationen präsentiert sich auf der FENSTERBAU 2026 auch die Produktgruppe TITAN. Zum einen zeigt das Unternehmen Neu- und Weiterentwicklungen der TITAN Beschlagfamilie. So ist der TITAN Öffnungsbegrenzer 90° erstmals in einer Variante für Elemente aus Holz zu sehen. Außerdem können sich die Standbesucher von den Qualitäten der neuen Bandseite TITAN axxent 180° sowie des kompletten TITAN Holz-Systems einschließlich der dazugehörigen neuen Bandseite überzeugen. Zum anderen zählen hierzu auch smarte Lösungen für Fenster. Als wesentlicher Bestandteil der Zentralsteuerung verfügt der smarte Griff in der 2. Generation über zusätzliche Features, die neue Handlungsspielräume für das smarte Zuhause eröffnen. Als Highlight für die verlässliche Zustandsüberwachung von Fenstern, Fenstertüren und Großflächenelementen</w:t>
      </w:r>
      <w:r w:rsidRPr="002E40A3">
        <w:t xml:space="preserve"> </w:t>
      </w:r>
      <w:r>
        <w:t>zeigt SIEGENIA auf der FENSTERBAU</w:t>
      </w:r>
      <w:r w:rsidR="009550CF">
        <w:t xml:space="preserve"> </w:t>
      </w:r>
      <w:r>
        <w:t xml:space="preserve">zudem den smarten Sensor. </w:t>
      </w:r>
    </w:p>
    <w:p w14:paraId="59405DC8" w14:textId="77777777" w:rsidR="00965F0D" w:rsidRDefault="00965F0D" w:rsidP="00965F0D">
      <w:pPr>
        <w:pStyle w:val="berschrift4"/>
      </w:pPr>
      <w:r>
        <w:t>TITAN Öffnungsbegrenzer 90°:</w:t>
      </w:r>
      <w:r w:rsidRPr="00D96BFF">
        <w:t xml:space="preserve"> </w:t>
      </w:r>
      <w:r>
        <w:br/>
        <w:t xml:space="preserve">für höchste Lebensdauer und Belastbarkeit </w:t>
      </w:r>
    </w:p>
    <w:p w14:paraId="155A96DA" w14:textId="77777777" w:rsidR="00965F0D" w:rsidRDefault="00965F0D" w:rsidP="00965F0D">
      <w:r>
        <w:t xml:space="preserve">Als wertvolle Ergänzung zu den Öffnungsbegrenzern Komfort und Sicherheit begrenzt der neue TITAN Öffnungsbegrenzer die Öffnungsweite beim Drehöffnen auf 90° und verhindert so das Aufprallen des Flügels an der Laibung oder an Einrichtungsgegenständen. Das schützt Flügel und Bandseite und gewährleistet </w:t>
      </w:r>
      <w:r w:rsidRPr="00F22B12">
        <w:t xml:space="preserve">eine </w:t>
      </w:r>
      <w:r>
        <w:t>besonders hohe</w:t>
      </w:r>
      <w:r w:rsidRPr="00F22B12">
        <w:t xml:space="preserve"> Lebensdauer von Fenstern</w:t>
      </w:r>
      <w:r>
        <w:t xml:space="preserve">. </w:t>
      </w:r>
      <w:r w:rsidRPr="00142382">
        <w:rPr>
          <w:szCs w:val="20"/>
        </w:rPr>
        <w:t>Ein echtes Alleinstellungsmerkmal ist die erfolgreiche Prüfung gemäß DOEB-</w:t>
      </w:r>
      <w:r w:rsidRPr="00A57FBF">
        <w:t xml:space="preserve">Richtlinie. Sie macht ihn zu </w:t>
      </w:r>
      <w:r w:rsidRPr="00A57FBF">
        <w:lastRenderedPageBreak/>
        <w:t>einer leistungsstarken Lösung für stark beanspruchte Elemente, z. B. in öffentlichen Gebäuden. Für Raumkomfort sorgt darüber hinaus die zuverlässige Endlagendämpfung</w:t>
      </w:r>
      <w:r>
        <w:t xml:space="preserve"> für das Abbremsen des</w:t>
      </w:r>
      <w:r w:rsidRPr="00A57FBF">
        <w:t xml:space="preserve"> Flügel</w:t>
      </w:r>
      <w:r>
        <w:t>s</w:t>
      </w:r>
      <w:r w:rsidRPr="00A57FBF">
        <w:t xml:space="preserve"> vor Erreichen der 90°-Stellung</w:t>
      </w:r>
      <w:r>
        <w:t xml:space="preserve">. Mit ihrer Hilfe lässt sich der Flügel </w:t>
      </w:r>
      <w:r w:rsidRPr="00A57FBF">
        <w:t xml:space="preserve">sanft und komfortabel in die Endstellung bringen. Vorteile bietet </w:t>
      </w:r>
      <w:r>
        <w:t>darüber hinaus</w:t>
      </w:r>
      <w:r w:rsidRPr="00A57FBF">
        <w:t xml:space="preserve"> die arretierte Endposition, die das ungewollte Zufallen bei Zugluft verhindert. Auch in puncto Flexibilität zeigt der TITAN Öffnungsbegrenzer 90° Stärken</w:t>
      </w:r>
      <w:r>
        <w:t>: Geeignet für Fenster aller Rahmenmaterialien, ist er auf der FENSTERBAU erstmals in einem Element aus Holz und in Kombination mit einer Bodenschwelle zu sehen.</w:t>
      </w:r>
    </w:p>
    <w:p w14:paraId="4F59F0D3" w14:textId="77777777" w:rsidR="00965F0D" w:rsidRDefault="00965F0D" w:rsidP="00965F0D">
      <w:pPr>
        <w:pStyle w:val="berschrift4"/>
      </w:pPr>
      <w:r>
        <w:t>Bandseite TITAN axxent 180°: wertvollen Raum sparen</w:t>
      </w:r>
    </w:p>
    <w:p w14:paraId="4878C15E" w14:textId="58159A21" w:rsidR="00965F0D" w:rsidRDefault="00965F0D" w:rsidP="00965F0D">
      <w:r>
        <w:t xml:space="preserve">Eine Innovation, die </w:t>
      </w:r>
      <w:r w:rsidR="00710EE7" w:rsidRPr="00710EE7">
        <w:t xml:space="preserve">den Anforderungen des flächenbündigen Einbaus in höchstem </w:t>
      </w:r>
      <w:r>
        <w:t xml:space="preserve">Maße gerecht wird, ist die verdeckt liegende Bandseite TITAN axxent 180°, die auf der FENSTERBAU Premiere feiert. Mit ihrer maximalen Öffnungsweite von 180° bei Flügelgewichten von bis zu 80 kg spart sie wertvollen Platz im Innenraum und überzeugt dank ihrer verdeckt liegenden Technik durch eine ausgesprochen edle Optik. Mit ihrer speziellen </w:t>
      </w:r>
      <w:r w:rsidRPr="00746050">
        <w:t>Drehkur</w:t>
      </w:r>
      <w:r w:rsidR="00746050" w:rsidRPr="00746050">
        <w:t>v</w:t>
      </w:r>
      <w:r w:rsidRPr="00746050">
        <w:t>e</w:t>
      </w:r>
      <w:r>
        <w:t xml:space="preserve"> eignet sie sich sowohl für Ausführungen in ALU 16 als auch in den gängigsten Kunststoffsystemen. Die Belastbarkeit der neuen Bandseite hat SIEGENIA gemäß des aktualisierten Zertifizierungsprogramms mit 180° Öffnungsweite unter Beweis gestellt. Verarbeiter profitieren von der einfachen, effizienten Montage, bei der sie sich die vom TITAN axxent 24</w:t>
      </w:r>
      <w:r w:rsidRPr="00606B3B">
        <w:rPr>
          <w:vertAlign w:val="superscript"/>
        </w:rPr>
        <w:t>+</w:t>
      </w:r>
      <w:r>
        <w:t xml:space="preserve"> gewohnte Anschlag- und Montagetechnik zunutze machen können. Die neue Bandseite TITAN axxent 180° wird ab dem Sommer verfügbar sein.</w:t>
      </w:r>
    </w:p>
    <w:p w14:paraId="5B9F1082" w14:textId="77777777" w:rsidR="00965F0D" w:rsidRDefault="00965F0D" w:rsidP="00965F0D">
      <w:pPr>
        <w:pStyle w:val="berschrift4"/>
      </w:pPr>
      <w:r>
        <w:t>TITAN mit neuer Bandseite</w:t>
      </w:r>
      <w:r w:rsidRPr="006924AE">
        <w:t xml:space="preserve"> </w:t>
      </w:r>
      <w:r>
        <w:t>Holz</w:t>
      </w:r>
    </w:p>
    <w:p w14:paraId="00493182" w14:textId="1D7DD974" w:rsidR="00965F0D" w:rsidRDefault="00965F0D" w:rsidP="00965F0D">
      <w:r>
        <w:t xml:space="preserve">Dieser Beschlag verbindet effiziente Fertigungsabläufe beim Fensterhersteller mit </w:t>
      </w:r>
      <w:r w:rsidRPr="0083580C">
        <w:t>Leichtgängigkeit in</w:t>
      </w:r>
      <w:r>
        <w:t xml:space="preserve"> </w:t>
      </w:r>
      <w:r w:rsidRPr="0083580C">
        <w:t>der Bedienung</w:t>
      </w:r>
      <w:r>
        <w:t xml:space="preserve">: Der TITAN verschafft Verarbeitern mit seinem </w:t>
      </w:r>
      <w:r w:rsidRPr="007F3D5D">
        <w:t>hohe</w:t>
      </w:r>
      <w:r>
        <w:t>n</w:t>
      </w:r>
      <w:r w:rsidRPr="007F3D5D">
        <w:t xml:space="preserve"> Vormontagegrad,</w:t>
      </w:r>
      <w:r>
        <w:t xml:space="preserve"> der geringen Anzahl an </w:t>
      </w:r>
      <w:r w:rsidRPr="007F3D5D">
        <w:t>Bauteile</w:t>
      </w:r>
      <w:r>
        <w:t>n und seiner hohen</w:t>
      </w:r>
      <w:r w:rsidRPr="007F3D5D">
        <w:t xml:space="preserve"> Lösungsvielfalt</w:t>
      </w:r>
      <w:r>
        <w:t xml:space="preserve"> Zeit- und Kostenvorteile in der Fertigung. Besonders variabel machen ihn drei unterschiedliche Ausführungen zur Integration der Flügelheber in die </w:t>
      </w:r>
      <w:r w:rsidRPr="00E31D75">
        <w:t>Kipppunkte</w:t>
      </w:r>
      <w:r>
        <w:t xml:space="preserve">. Ebenso wie die Einbruchhemmung bis zu RC3 sorgen sie für ein hohes Maß an Flexibilität bei der Realisierung von </w:t>
      </w:r>
      <w:r w:rsidRPr="00437AB5">
        <w:t>Kundenan</w:t>
      </w:r>
      <w:r>
        <w:t>forderungen</w:t>
      </w:r>
      <w:r w:rsidRPr="00437AB5">
        <w:t>.</w:t>
      </w:r>
      <w:r>
        <w:t xml:space="preserve"> Auf der FENSTERBAU 2026 zeigt SIEGENIA das breite Produktspektrum des TITAN nun auch in Holz. Das schließt die konsequent weiterentwickelte Bandseite TITAN Holz ein, die Flügelgewichte bis 150 kg zuverlässig trägt</w:t>
      </w:r>
      <w:r w:rsidRPr="00A06D35">
        <w:t>. Höchste Langlebigkeit belegt die erfolgreiche Prüfung in der Dauerfunktionsklasse H3 (DIN EN 1</w:t>
      </w:r>
      <w:r>
        <w:t>3</w:t>
      </w:r>
      <w:r w:rsidRPr="00A06D35">
        <w:t>126-8) mit 20.000 Zyklen.</w:t>
      </w:r>
      <w:r>
        <w:t xml:space="preserve"> Aus Sicht von Endanwendern punktet die neue Bandseite darüber hinaus durch hohen Bedienkomfort, ihr schlankes, modernes Design und ihre dezente Optik mit </w:t>
      </w:r>
      <w:r>
        <w:lastRenderedPageBreak/>
        <w:t>verdeckt liegenden Verschraubungen. Mit einer Tragkraft von bis zu 300 kg rundet die Bandseite TITAN heavy duty das Portfolio von SIEGENIA nach oben ab.</w:t>
      </w:r>
      <w:r>
        <w:rPr>
          <w:rStyle w:val="Kommentarzeichen"/>
        </w:rPr>
        <w:t xml:space="preserve"> </w:t>
      </w:r>
    </w:p>
    <w:p w14:paraId="5257CCFD" w14:textId="77777777" w:rsidR="00965F0D" w:rsidRDefault="00965F0D" w:rsidP="00965F0D">
      <w:pPr>
        <w:pStyle w:val="berschrift4"/>
      </w:pPr>
      <w:r>
        <w:t>Jetzt noch leistungsfähiger: 2. Generation des smarten Fenstergriffs</w:t>
      </w:r>
    </w:p>
    <w:p w14:paraId="0D5FEB84" w14:textId="77777777" w:rsidR="00965F0D" w:rsidRDefault="00965F0D" w:rsidP="00965F0D">
      <w:pPr>
        <w:rPr>
          <w:szCs w:val="20"/>
        </w:rPr>
      </w:pPr>
      <w:r w:rsidRPr="00E378C0">
        <w:rPr>
          <w:rFonts w:cs="Arial"/>
          <w:szCs w:val="20"/>
        </w:rPr>
        <w:t xml:space="preserve">So wird das Handling von abschließbaren Fenstern einfacher und intelligenter denn je: Der smarte Fenstergriff von SIEGENIA verbindet Sicherheit und Komfort in einer einzigen Lösung. Von der individuellen Ansteuerung bis zur unkomplizierten Einbindung in Smart-Home-Szenarien können Fenster mit seinen Funktionen einfach mehr. </w:t>
      </w:r>
      <w:r>
        <w:rPr>
          <w:rFonts w:cs="Arial"/>
          <w:szCs w:val="20"/>
        </w:rPr>
        <w:t xml:space="preserve">Größte </w:t>
      </w:r>
      <w:r w:rsidRPr="00045550">
        <w:rPr>
          <w:rFonts w:cs="Arial"/>
        </w:rPr>
        <w:t xml:space="preserve">Stärke des smarten Fenstergriffs </w:t>
      </w:r>
      <w:r>
        <w:rPr>
          <w:rFonts w:cs="Arial"/>
        </w:rPr>
        <w:t>ist</w:t>
      </w:r>
      <w:r w:rsidRPr="00045550">
        <w:rPr>
          <w:rFonts w:cs="Arial"/>
        </w:rPr>
        <w:t xml:space="preserve"> seine Kompatibilität mit gängigen Smart-Home-Systemen. Das </w:t>
      </w:r>
      <w:bookmarkStart w:id="0" w:name="_Hlk198541672"/>
      <w:r w:rsidRPr="00045550">
        <w:rPr>
          <w:rFonts w:cs="Arial"/>
          <w:szCs w:val="20"/>
        </w:rPr>
        <w:t>erlaubt die Steuerung und Vernetzung von Geräten unterschiedlichster Hersteller</w:t>
      </w:r>
      <w:bookmarkEnd w:id="0"/>
      <w:r>
        <w:rPr>
          <w:rFonts w:cs="Arial"/>
          <w:szCs w:val="20"/>
        </w:rPr>
        <w:t xml:space="preserve"> sowie</w:t>
      </w:r>
      <w:r w:rsidRPr="00045550">
        <w:rPr>
          <w:rFonts w:cs="Arial"/>
        </w:rPr>
        <w:t xml:space="preserve"> </w:t>
      </w:r>
      <w:r w:rsidRPr="00045550">
        <w:rPr>
          <w:rFonts w:cs="Arial"/>
          <w:szCs w:val="20"/>
        </w:rPr>
        <w:t xml:space="preserve">die Einrichtung hersteller- und geräteübergreifender Szenarien. </w:t>
      </w:r>
      <w:r w:rsidRPr="00E378C0">
        <w:rPr>
          <w:rFonts w:cs="Arial"/>
          <w:szCs w:val="20"/>
        </w:rPr>
        <w:t xml:space="preserve">Ab sofort ist der smarte Griff in der 2. Generation erhältlich. Dank einer neuen Matter-Version und der weiterentwickelten Gerätesoftware </w:t>
      </w:r>
      <w:r>
        <w:rPr>
          <w:rFonts w:cs="Arial"/>
          <w:szCs w:val="20"/>
        </w:rPr>
        <w:t>steht er für</w:t>
      </w:r>
      <w:r w:rsidRPr="00E378C0">
        <w:rPr>
          <w:rFonts w:cs="Arial"/>
          <w:szCs w:val="20"/>
        </w:rPr>
        <w:t xml:space="preserve"> ausgesprochen stabile Funkverbindungen. Optimiert wurden darüber hinaus seine weiteren Features</w:t>
      </w:r>
      <w:r>
        <w:rPr>
          <w:rFonts w:cs="Arial"/>
          <w:szCs w:val="20"/>
        </w:rPr>
        <w:t>:</w:t>
      </w:r>
      <w:r w:rsidRPr="00E378C0">
        <w:rPr>
          <w:rFonts w:cs="Arial"/>
          <w:szCs w:val="20"/>
        </w:rPr>
        <w:t xml:space="preserve"> Die Öffnungsüberwachung arbeitet nun noch präziser als zuvor</w:t>
      </w:r>
      <w:r>
        <w:rPr>
          <w:rFonts w:cs="Arial"/>
          <w:szCs w:val="20"/>
        </w:rPr>
        <w:t xml:space="preserve">, und auch die Mechanik wurde </w:t>
      </w:r>
      <w:r w:rsidRPr="00E378C0">
        <w:rPr>
          <w:rFonts w:cs="Arial"/>
          <w:szCs w:val="20"/>
        </w:rPr>
        <w:t>spürbar verbessert</w:t>
      </w:r>
      <w:r>
        <w:rPr>
          <w:rFonts w:cs="Arial"/>
          <w:szCs w:val="20"/>
        </w:rPr>
        <w:t xml:space="preserve">. Sie zeichnet sich </w:t>
      </w:r>
      <w:r w:rsidRPr="00E378C0">
        <w:rPr>
          <w:rFonts w:cs="Arial"/>
          <w:szCs w:val="20"/>
        </w:rPr>
        <w:t>durch verbesserte Rasteigenschaften au</w:t>
      </w:r>
      <w:r>
        <w:rPr>
          <w:rFonts w:cs="Arial"/>
          <w:szCs w:val="20"/>
        </w:rPr>
        <w:t>s</w:t>
      </w:r>
      <w:r w:rsidRPr="00E378C0">
        <w:rPr>
          <w:rFonts w:cs="Arial"/>
          <w:szCs w:val="20"/>
        </w:rPr>
        <w:t>.</w:t>
      </w:r>
      <w:r>
        <w:rPr>
          <w:rFonts w:cs="Arial"/>
          <w:szCs w:val="20"/>
        </w:rPr>
        <w:t xml:space="preserve"> Smart ist zudem die </w:t>
      </w:r>
      <w:r w:rsidRPr="00045550">
        <w:rPr>
          <w:rFonts w:cs="Arial"/>
        </w:rPr>
        <w:t>Multi-Fabric-Funktion (</w:t>
      </w:r>
      <w:r w:rsidRPr="00045550">
        <w:rPr>
          <w:rFonts w:cs="Arial"/>
          <w:szCs w:val="20"/>
        </w:rPr>
        <w:t>Code-Sharing). Sie erlaubt die parallele Bedienung des Griffs von mehreren Controllern aus.</w:t>
      </w:r>
    </w:p>
    <w:p w14:paraId="33DAE61E" w14:textId="77777777" w:rsidR="00965F0D" w:rsidRDefault="00965F0D" w:rsidP="00965F0D">
      <w:pPr>
        <w:pStyle w:val="berschrift4"/>
      </w:pPr>
      <w:r>
        <w:t>Smarter Sensor: den Öffnungszustand jederzeit im Blick</w:t>
      </w:r>
    </w:p>
    <w:p w14:paraId="6FBAEB75" w14:textId="77777777" w:rsidR="00965F0D" w:rsidRDefault="00965F0D" w:rsidP="00965F0D">
      <w:r>
        <w:t>Ein echtes Highlight für die verlässliche Zustandsüberwachung von Fenstern, Fenstertüren und Großflächenelementen</w:t>
      </w:r>
      <w:r w:rsidRPr="002E40A3">
        <w:t xml:space="preserve"> </w:t>
      </w:r>
      <w:r>
        <w:t>ist der smarte Sensor von SIEGENIA. Anders als bei anderen erhältlichen Lösungen erfolgt die Zustandsüberwachung unmittelbar am Beschlag und ist somit in der Lage, die Beschlagstellungen „geschlossen“ und „geöffnet“ zuverlässig zu erkennen. Dank seiner verdeckt liegenden Montage bleibt er dabei unsichtbar und ist eine ideale Lösung für hohe Ansprüche an die Optik. Große Stärke des smarten Sensors ist seine Matter-Fähigkeit: Kompatibel mit gängigen Smart-Home-Systemen, unterstützt</w:t>
      </w:r>
      <w:r w:rsidRPr="00435AB8">
        <w:t xml:space="preserve"> </w:t>
      </w:r>
      <w:r>
        <w:t xml:space="preserve">er </w:t>
      </w:r>
      <w:r w:rsidRPr="007D472F">
        <w:t>die flexible Vernetzung mit</w:t>
      </w:r>
      <w:r>
        <w:t xml:space="preserve"> einem breiten Spektrum an</w:t>
      </w:r>
      <w:r w:rsidRPr="007D472F">
        <w:t xml:space="preserve"> Lösungen anderer Hersteller und </w:t>
      </w:r>
      <w:r>
        <w:t xml:space="preserve">damit </w:t>
      </w:r>
      <w:r w:rsidRPr="007D472F">
        <w:t xml:space="preserve">die Schaffung intelligenter Szenarien für mehr Raumkomfort. </w:t>
      </w:r>
    </w:p>
    <w:p w14:paraId="70E7CA2F" w14:textId="77777777" w:rsidR="00965F0D" w:rsidRDefault="00965F0D" w:rsidP="00965F0D"/>
    <w:p w14:paraId="07444F75" w14:textId="77777777" w:rsidR="00965F0D" w:rsidRDefault="00965F0D" w:rsidP="00965F0D">
      <w:r>
        <w:t xml:space="preserve">Neben der hohen Zukunftssicherheit von Matter – gerade für langlebige Bauprodukte wie Fenster ein wesentlicher Aspekt – profitieren Verarbeiter von der Möglichkeit zu attraktiven Zusatzgeschäften. Dafür sorgt die Verfügbarkeit des smarten Sensors in zwei unterschiedlichen Varianten – eine beschlagunabhängig einsetzbare Lösung zum einfachen Verkleben für die Nachrüstung sowie eine Variante mit optionaler Halterung </w:t>
      </w:r>
      <w:r w:rsidRPr="00007619">
        <w:t xml:space="preserve">für die </w:t>
      </w:r>
      <w:r>
        <w:t>r</w:t>
      </w:r>
      <w:r w:rsidRPr="00007619">
        <w:t>ahmenseitige</w:t>
      </w:r>
      <w:r>
        <w:t xml:space="preserve"> M</w:t>
      </w:r>
      <w:r w:rsidRPr="00007619">
        <w:t>ontage in der Fertigung</w:t>
      </w:r>
      <w:r>
        <w:t>. P</w:t>
      </w:r>
      <w:r w:rsidRPr="00007619">
        <w:t>rozesssicher und schnell</w:t>
      </w:r>
      <w:r>
        <w:t xml:space="preserve"> zu verschrauben, erlaubt letztere die Fertigung von smart Ready-Lösungen, die zum gewünschten Zeitpunkt flexibel durch die passenden Sensoren </w:t>
      </w:r>
      <w:r>
        <w:lastRenderedPageBreak/>
        <w:t xml:space="preserve">ergänzt werden können. Die Inbetriebnahme durch den Endanwender könnte einfacher nicht sein: Appgeführt wird er sicher durch die hierfür erforderlichen Schritte geleitet. </w:t>
      </w:r>
    </w:p>
    <w:p w14:paraId="62A90202" w14:textId="77777777" w:rsidR="00965F0D" w:rsidRDefault="00965F0D" w:rsidP="00965F0D"/>
    <w:p w14:paraId="08BF0403" w14:textId="77777777" w:rsidR="00965F0D" w:rsidRDefault="00965F0D" w:rsidP="00965F0D"/>
    <w:p w14:paraId="23098F2E" w14:textId="77777777" w:rsidR="00965F0D" w:rsidRPr="0038499F" w:rsidRDefault="00965F0D" w:rsidP="00965F0D">
      <w:pPr>
        <w:rPr>
          <w:szCs w:val="20"/>
        </w:rPr>
      </w:pPr>
    </w:p>
    <w:p w14:paraId="1B55AEA8" w14:textId="77777777" w:rsidR="008C6041" w:rsidRDefault="008C6041" w:rsidP="008C6041">
      <w:pPr>
        <w:pStyle w:val="berschrift2"/>
      </w:pPr>
      <w:r>
        <w:t>ALU</w:t>
      </w:r>
    </w:p>
    <w:p w14:paraId="411A1B9A" w14:textId="4C483FCA" w:rsidR="008C6041" w:rsidRDefault="008C6041" w:rsidP="00DB1A9A">
      <w:pPr>
        <w:pStyle w:val="berschrift4"/>
        <w:spacing w:before="120"/>
      </w:pPr>
      <w:r>
        <w:t>ALU Next Level: konzentrierte Innovationskraft für höchste Fertigungseffizienz mit dem ALU XT</w:t>
      </w:r>
    </w:p>
    <w:p w14:paraId="21A1C21B" w14:textId="62B63AB2" w:rsidR="008C6041" w:rsidRDefault="008C6041" w:rsidP="008C6041">
      <w:r>
        <w:t>Ein echtes Highlight präsentiert SIEGENIA auf der FENSTERBAU 2026 für Systemgeber und Hersteller von Aluminiumfenstern: Der völlig neuartige Beschlag ALU XT setzt mit seiner einfachen, intuitiven Montage neue Maßstäbe und reduziert die Anschlagzeiten in der Fertigung deutlich. Zu den großen Stärken des innovativen Beschlags zählt seine richtungsweisende Schubstangentechnologie, die unabhängig vom Fenstermaß mit maximal fünf Schubstangen auskommt. Ausgestattet mit einer integrierten Aufnahmenut, erlaubt sie das einfache E</w:t>
      </w:r>
      <w:r w:rsidRPr="0038059C">
        <w:t>insetzen zusätzlicher Verschlusspunkte oder Zubehör, ohne da</w:t>
      </w:r>
      <w:r w:rsidR="00B17597">
        <w:t>s</w:t>
      </w:r>
      <w:r w:rsidRPr="0038059C">
        <w:t>s die Schubstange zusätzlich bearbeitet werden muss. Das ist derzeit einzigartig</w:t>
      </w:r>
      <w:r>
        <w:t>. Die</w:t>
      </w:r>
      <w:r w:rsidRPr="0038059C">
        <w:t xml:space="preserve"> Schubstange </w:t>
      </w:r>
      <w:r>
        <w:t xml:space="preserve">wird </w:t>
      </w:r>
      <w:r w:rsidRPr="0038059C">
        <w:t xml:space="preserve">lediglich mithilfe eines Sägeschnitts oder einer geraden Stanzung auf die gewünschte Länge gekürzt. </w:t>
      </w:r>
      <w:r>
        <w:t xml:space="preserve">Absolut selbsterklärend und schnell ist auch der Einbau: Er erfolgt durch das einfache </w:t>
      </w:r>
      <w:r w:rsidRPr="003745FB">
        <w:t>Einsetzen</w:t>
      </w:r>
      <w:r>
        <w:t xml:space="preserve"> in das Profil</w:t>
      </w:r>
      <w:r w:rsidRPr="003A3301">
        <w:t xml:space="preserve"> </w:t>
      </w:r>
      <w:r w:rsidRPr="00702C3F">
        <w:t xml:space="preserve">ohne </w:t>
      </w:r>
      <w:r>
        <w:t xml:space="preserve">das herkömmliche </w:t>
      </w:r>
      <w:r w:rsidRPr="00702C3F">
        <w:t>Öffn</w:t>
      </w:r>
      <w:r>
        <w:t>e</w:t>
      </w:r>
      <w:r w:rsidRPr="00702C3F">
        <w:t>n des Schubstangenkanals</w:t>
      </w:r>
      <w:r>
        <w:t xml:space="preserve">. </w:t>
      </w:r>
      <w:r w:rsidRPr="0038059C">
        <w:t>Dabei kann die Schubstange einfach, flexibel und werkzeuglos in die Beschlagaufnahmenut eingeschwenkt werden.</w:t>
      </w:r>
    </w:p>
    <w:p w14:paraId="55A05382" w14:textId="77777777" w:rsidR="008C6041" w:rsidRDefault="008C6041" w:rsidP="008C6041"/>
    <w:p w14:paraId="02B089EE" w14:textId="77777777" w:rsidR="008C6041" w:rsidRDefault="008C6041" w:rsidP="008C6041">
      <w:r>
        <w:t xml:space="preserve">Mehrwert bieten ergänzend die innovativen Koppelstellen für die Verbindung von Schubstangen und Beschlagkomponenten: Für jedes einzelne Schubstangenelement ermöglichen sie beim Zuschnitt Toleranzausgleiche von bis zu 4 mm und verschaffen Verarbeitern eine derzeit beispiellose Flexibilität. Wertvolle Zeit- und Kostenvorteile eröffnen die selbstpositionierenden und ebenfalls einschwenkbaren Beschlagbauteile. Ihre Montage ist einfach und effizient und kann dank der neuartigen Sicherungselemente durch einen leichten Handgriff gesichert werden. Die Montagereihenfolge, in der die Beschlagbauteile in das Flügelprofil eingebaut werden, lässt sich dabei komplett flexibel an vorhandene Abläufe anpassen. Auch eine nachträgliche Aufrüstung auf RC2 ist dank der Schubstangen- und Koppeltechnologie problemlos möglich. Diese kann ohne den Ausbau des Elements erfolgen und wird unterstützt durch die freie und einzigartige Positionierbarkeit der Verschlusspunkte. Auch Zubehör wie z. B. die Zusatzschere lässt sich auf diese Weise ganz einfach einsetzen und frei positionieren – ohne Stückelung der Schubstangen. </w:t>
      </w:r>
    </w:p>
    <w:p w14:paraId="49A831EC" w14:textId="77777777" w:rsidR="008C6041" w:rsidRDefault="008C6041" w:rsidP="008C6041"/>
    <w:p w14:paraId="549008FF" w14:textId="5A3DD21C" w:rsidR="008C6041" w:rsidRDefault="00782410" w:rsidP="008C6041">
      <w:r>
        <w:t>B</w:t>
      </w:r>
      <w:r w:rsidR="008C6041" w:rsidRPr="00901042">
        <w:t xml:space="preserve">ei den Rahmenbauteilen setzt SIEGENIA </w:t>
      </w:r>
      <w:r>
        <w:t xml:space="preserve">ebenfalls </w:t>
      </w:r>
      <w:r w:rsidR="008C6041" w:rsidRPr="00901042">
        <w:t>auf kontinuierliche Weiterentwicklung und effiziente Fertigung</w:t>
      </w:r>
      <w:r w:rsidR="008C6041">
        <w:t xml:space="preserve">. Hierzu wurden die Standard-Schließteile hinsichtlich Klemmung optimiert </w:t>
      </w:r>
      <w:r w:rsidR="008C6041" w:rsidRPr="00367787">
        <w:t>und ermöglichen somit höhere Falzlufttoleranzen</w:t>
      </w:r>
      <w:r w:rsidR="008C6041">
        <w:t xml:space="preserve">. Wesentliche Vorteile bieten Verarbeitern zudem die überarbeiteten rahmenseitigen RC-Schließteile. Ihre einfache Positionierung über die Klemmung und finale Verschraubung mit lediglich zwei Schrauben sorgt für spürbare Effizienzzugewinne. </w:t>
      </w:r>
    </w:p>
    <w:p w14:paraId="34B5FC73" w14:textId="77777777" w:rsidR="008C6041" w:rsidRDefault="008C6041" w:rsidP="008C6041"/>
    <w:p w14:paraId="44A28B23" w14:textId="77777777" w:rsidR="008C6041" w:rsidRDefault="008C6041" w:rsidP="008C6041"/>
    <w:p w14:paraId="2AC0A2DF" w14:textId="77777777" w:rsidR="008C6041" w:rsidRDefault="008C6041" w:rsidP="008C6041"/>
    <w:p w14:paraId="48D22F4B" w14:textId="77777777" w:rsidR="008C6041" w:rsidRDefault="008C6041" w:rsidP="008C6041">
      <w:pPr>
        <w:pStyle w:val="berschrift2"/>
      </w:pPr>
      <w:r>
        <w:t>KFV</w:t>
      </w:r>
    </w:p>
    <w:p w14:paraId="426D2896" w14:textId="3FD370A1" w:rsidR="008C6041" w:rsidRDefault="008C6041" w:rsidP="009550CF">
      <w:pPr>
        <w:spacing w:before="240" w:after="60"/>
      </w:pPr>
      <w:r>
        <w:t>Next Level-Lösungen mit Mehrwert für Verarbeiter und Endanwender stehen auf der FENSTERBAU auch im Fokus der Produktgruppe KFV. Neben dem Sensor</w:t>
      </w:r>
      <w:r w:rsidR="006F2BE7">
        <w:t>-</w:t>
      </w:r>
      <w:r>
        <w:t xml:space="preserve">Türgriff, einem innovativen Bedienkonzept für die Haustür der Zukunft, unterstreicht SIEGENIA seinen Erfolg rund um Lösungen für Türsysteme mit der </w:t>
      </w:r>
      <w:r w:rsidRPr="00142382">
        <w:t>Automatik-Mehrfachverriegelung</w:t>
      </w:r>
      <w:r>
        <w:t xml:space="preserve"> BS 3704, dem neuen Riegelschaltkontakt für Automatik-Mehrfachverriegelungen sowie dem</w:t>
      </w:r>
      <w:r w:rsidRPr="00142382">
        <w:t xml:space="preserve"> verdeckt liegende</w:t>
      </w:r>
      <w:r>
        <w:t xml:space="preserve">n </w:t>
      </w:r>
      <w:r w:rsidRPr="00142382">
        <w:t>Türband axxent 750 ALU</w:t>
      </w:r>
      <w:r>
        <w:t xml:space="preserve"> für hohe Flügelgewichte bis 140 kg</w:t>
      </w:r>
      <w:r w:rsidRPr="00142382">
        <w:t xml:space="preserve">. </w:t>
      </w:r>
    </w:p>
    <w:p w14:paraId="70BAE23F" w14:textId="168A416D" w:rsidR="008C6041" w:rsidRPr="00142382" w:rsidRDefault="008C6041" w:rsidP="008C6041">
      <w:pPr>
        <w:pStyle w:val="berschrift4"/>
      </w:pPr>
      <w:r w:rsidRPr="00142382">
        <w:t>Sensor</w:t>
      </w:r>
      <w:r w:rsidR="006F2BE7">
        <w:t>-</w:t>
      </w:r>
      <w:r w:rsidRPr="00142382">
        <w:t xml:space="preserve">Türgriff: </w:t>
      </w:r>
      <w:r>
        <w:t>innovativ, intuitiv, komfortabel</w:t>
      </w:r>
    </w:p>
    <w:p w14:paraId="4C869055" w14:textId="76C0A8DC" w:rsidR="008C6041" w:rsidRPr="00142382" w:rsidRDefault="008C6041" w:rsidP="008C6041">
      <w:r w:rsidRPr="00142382">
        <w:t xml:space="preserve">Als Highlight </w:t>
      </w:r>
      <w:r>
        <w:t>unter den</w:t>
      </w:r>
      <w:r w:rsidRPr="00142382">
        <w:t xml:space="preserve"> Lösungen für Tür</w:t>
      </w:r>
      <w:r>
        <w:t>systeme</w:t>
      </w:r>
      <w:r w:rsidRPr="00142382">
        <w:t xml:space="preserve"> präsentiert SIEGENIA </w:t>
      </w:r>
      <w:r>
        <w:t>auf der FENSTERBAU den Sensor</w:t>
      </w:r>
      <w:r w:rsidR="006F2BE7">
        <w:t>-</w:t>
      </w:r>
      <w:r>
        <w:t xml:space="preserve">Türgriff. Das </w:t>
      </w:r>
      <w:r w:rsidRPr="00142382">
        <w:t>innovative Bedienkonzept für die Haustür der Zukunft</w:t>
      </w:r>
      <w:r>
        <w:t xml:space="preserve"> macht das </w:t>
      </w:r>
      <w:r w:rsidRPr="00142382">
        <w:t>Öffnen von Türen auf der Innenseite des Gebäudes intuitiver, komfortabler und schneller denn je</w:t>
      </w:r>
      <w:r>
        <w:t>. Derzeit in dieser Form</w:t>
      </w:r>
      <w:r w:rsidRPr="00142382">
        <w:t xml:space="preserve"> einzigartig</w:t>
      </w:r>
      <w:r>
        <w:t>, ist der Sensor</w:t>
      </w:r>
      <w:r w:rsidR="006F2BE7">
        <w:t>-</w:t>
      </w:r>
      <w:r>
        <w:t xml:space="preserve">Türgriff schon </w:t>
      </w:r>
      <w:r w:rsidRPr="00142382">
        <w:t>optisch ausgesprochen wertig</w:t>
      </w:r>
      <w:r>
        <w:t xml:space="preserve">: </w:t>
      </w:r>
      <w:r w:rsidRPr="00142382">
        <w:t xml:space="preserve">Drücker und Schließzylinder werden durch eine elegante Griffmuschel </w:t>
      </w:r>
      <w:r>
        <w:t xml:space="preserve">zum </w:t>
      </w:r>
      <w:r w:rsidRPr="00142382">
        <w:t>bequemen Öffnen und Schließen der Tür ersetzt</w:t>
      </w:r>
      <w:r>
        <w:t>, die auch</w:t>
      </w:r>
      <w:r w:rsidRPr="00142382">
        <w:t xml:space="preserve"> die Aktivierung intelligenter Zusatzfunktionen wie </w:t>
      </w:r>
      <w:r>
        <w:t xml:space="preserve">z. B. einer </w:t>
      </w:r>
      <w:r w:rsidRPr="00142382">
        <w:t>Tagesentriegelung</w:t>
      </w:r>
      <w:r>
        <w:t xml:space="preserve"> erlaubt</w:t>
      </w:r>
      <w:r w:rsidRPr="00142382">
        <w:t xml:space="preserve">. </w:t>
      </w:r>
      <w:r>
        <w:t>Hochwertig ist zudem die leistungsfähige</w:t>
      </w:r>
      <w:r w:rsidRPr="00142382">
        <w:t xml:space="preserve"> Annäherungssensorik</w:t>
      </w:r>
      <w:r>
        <w:t>. Durch ihre vorausschauende Entriegelung reduziert sie</w:t>
      </w:r>
      <w:r w:rsidRPr="00142382">
        <w:t xml:space="preserve"> Wartezeiten </w:t>
      </w:r>
      <w:r>
        <w:t>auf ein absolutes Minimum: N</w:t>
      </w:r>
      <w:r w:rsidRPr="00142382">
        <w:t xml:space="preserve">ach nicht einmal einer Sekunde lässt sich die Tür öffnen. </w:t>
      </w:r>
      <w:r>
        <w:t xml:space="preserve">Zur einfachen Orientierung erhalten Endanwender ergänzend ein </w:t>
      </w:r>
      <w:r w:rsidRPr="00F67D9B">
        <w:t>haptisches, akustisches und visuelles Feedback</w:t>
      </w:r>
      <w:r>
        <w:t>. L</w:t>
      </w:r>
      <w:r w:rsidRPr="00F67D9B">
        <w:t xml:space="preserve">etzteres </w:t>
      </w:r>
      <w:r>
        <w:t xml:space="preserve">informiert sie auch </w:t>
      </w:r>
      <w:r w:rsidRPr="00F67D9B">
        <w:t>über den aktuellen Türzustand.</w:t>
      </w:r>
      <w:r>
        <w:t xml:space="preserve"> Der Sensor</w:t>
      </w:r>
      <w:r w:rsidR="006F2BE7">
        <w:t>-</w:t>
      </w:r>
      <w:r>
        <w:t>Türgriff ist g</w:t>
      </w:r>
      <w:r w:rsidRPr="00142382">
        <w:t xml:space="preserve">eeignet für die Ver- und Entriegelung über die KFV GENIUS </w:t>
      </w:r>
      <w:r>
        <w:t>und steht ab der FENSTERBAU e</w:t>
      </w:r>
      <w:r w:rsidRPr="00142382">
        <w:t xml:space="preserve">rsten Pilotkunden zur Verfügung. </w:t>
      </w:r>
    </w:p>
    <w:p w14:paraId="615BFA0C" w14:textId="77777777" w:rsidR="008C6041" w:rsidRDefault="008C6041" w:rsidP="008C6041">
      <w:pPr>
        <w:pStyle w:val="berschrift4"/>
      </w:pPr>
      <w:r w:rsidRPr="008C4365">
        <w:lastRenderedPageBreak/>
        <w:t xml:space="preserve">BS 3704 </w:t>
      </w:r>
      <w:r>
        <w:t xml:space="preserve">und neuer </w:t>
      </w:r>
      <w:r w:rsidRPr="008C4365">
        <w:t xml:space="preserve">Riegelschaltkontakt </w:t>
      </w:r>
      <w:r>
        <w:t>– sicher ist sicher</w:t>
      </w:r>
    </w:p>
    <w:p w14:paraId="20949127" w14:textId="1250B04E" w:rsidR="008C6041" w:rsidRDefault="008C6041" w:rsidP="008C6041">
      <w:r>
        <w:t xml:space="preserve">Selbstjustierend, sicher, intelligent: Mit der </w:t>
      </w:r>
      <w:r w:rsidRPr="00142382">
        <w:t>Automatik-Mehrfachverriegelung</w:t>
      </w:r>
      <w:r>
        <w:t xml:space="preserve"> BS 3704, einer Weiterentwicklung der BS 3700,</w:t>
      </w:r>
      <w:r w:rsidRPr="00F83DA4">
        <w:t xml:space="preserve"> </w:t>
      </w:r>
      <w:r>
        <w:t xml:space="preserve">bietet SIEGENIA Verarbeitern und Endanwendern ein neues Level an Sicherheit. Ausgestattet mit vier Nebenschlosskästen, bietet sie ein Höchstmaß an Sicherheit. Ein echtes Alleinstellungsmerkmal der beiden Mehrfachverriegelungen ist ihre integrierte Selbstjustierung </w:t>
      </w:r>
      <w:r w:rsidRPr="00142382">
        <w:t>mit Arretierelementen und Schwenkhaken</w:t>
      </w:r>
      <w:r>
        <w:t>.</w:t>
      </w:r>
      <w:r w:rsidRPr="00624C3B">
        <w:t xml:space="preserve"> </w:t>
      </w:r>
      <w:r w:rsidRPr="00142382">
        <w:t xml:space="preserve">Die intelligente Konstruktion der </w:t>
      </w:r>
      <w:r>
        <w:t>E</w:t>
      </w:r>
      <w:r w:rsidRPr="00142382">
        <w:t xml:space="preserve">lemente und der Rahmenteile macht das lästige Nachjustieren vor Ort </w:t>
      </w:r>
      <w:r>
        <w:t xml:space="preserve">über den kompletten Lebenszyklus der Tür </w:t>
      </w:r>
      <w:r w:rsidRPr="00142382">
        <w:t>hinfällig.</w:t>
      </w:r>
      <w:r>
        <w:t xml:space="preserve"> Hierzu werden die bolzenförmigen Arretierelemente durch eine Rückdrucksicherung gesperrt, sobald sie </w:t>
      </w:r>
      <w:r w:rsidRPr="00142382">
        <w:t xml:space="preserve">beim Einfahren in das Rahmenteil </w:t>
      </w:r>
      <w:r>
        <w:t>sc</w:t>
      </w:r>
      <w:r w:rsidRPr="00142382">
        <w:t xml:space="preserve">hon vor Erreichen der Endposition stehenbleiben. </w:t>
      </w:r>
      <w:r>
        <w:t>Das</w:t>
      </w:r>
      <w:r w:rsidRPr="00142382">
        <w:t xml:space="preserve"> hält den Türflügel in Position</w:t>
      </w:r>
      <w:r>
        <w:t xml:space="preserve"> und gewährleistet die </w:t>
      </w:r>
      <w:r w:rsidRPr="00142382">
        <w:t>zuverlässig</w:t>
      </w:r>
      <w:r>
        <w:t>e</w:t>
      </w:r>
      <w:r w:rsidRPr="00142382">
        <w:t xml:space="preserve"> </w:t>
      </w:r>
      <w:r>
        <w:t>Verriegelung</w:t>
      </w:r>
      <w:r w:rsidRPr="00142382">
        <w:t>.</w:t>
      </w:r>
      <w:r>
        <w:t xml:space="preserve"> Stärken zeigen die </w:t>
      </w:r>
      <w:r w:rsidR="0064357B">
        <w:t xml:space="preserve">beiden </w:t>
      </w:r>
      <w:r w:rsidRPr="00142382">
        <w:t>Automatik-Mehrfachverriegelung</w:t>
      </w:r>
      <w:r>
        <w:t>en</w:t>
      </w:r>
      <w:r w:rsidRPr="00142382">
        <w:t xml:space="preserve"> </w:t>
      </w:r>
      <w:r>
        <w:t xml:space="preserve">darüber hinaus in puncto Flexibilität, denn sie sind frei kombinierbar mit einem optionalen A-Öffner und </w:t>
      </w:r>
      <w:r w:rsidRPr="00142382">
        <w:t>Anschlussstulpen für 3 m hohe Türen</w:t>
      </w:r>
      <w:r>
        <w:t>. Die neue BS 3704 mit vier Nebenschlosskästen ist ab sofort erhältlich.</w:t>
      </w:r>
    </w:p>
    <w:p w14:paraId="7E914321" w14:textId="77777777" w:rsidR="008C6041" w:rsidRDefault="008C6041" w:rsidP="008C6041"/>
    <w:p w14:paraId="25C95182" w14:textId="77777777" w:rsidR="008C6041" w:rsidRDefault="008C6041" w:rsidP="008C6041">
      <w:r>
        <w:t>Premiere feiert auf der FENSTERBAU auch der neue Riegelschaltkontakt. Als optionales Ausstattungsmerkmal für Automatik-Mehrfachverriegelungen bietet seine intelligente Öffnungs- und Verschlussüberwachung Endanwendern erheblichen Mehrwert beim Thema Sicherheit: Sobald die</w:t>
      </w:r>
      <w:r w:rsidRPr="00E22330">
        <w:t xml:space="preserve"> Verriegelungselemente </w:t>
      </w:r>
      <w:r>
        <w:t xml:space="preserve">der Mehrfachverriegelung </w:t>
      </w:r>
      <w:r w:rsidRPr="00E22330">
        <w:t>in die Rahmenteile eingefahren sind</w:t>
      </w:r>
      <w:r>
        <w:t>, gibt der Riegelschaltkontakt ein entsprechendes Signal aus. Bei Kopplung mit einer Alarmanlage bewirkt das z. B., dass diese scharfgeschaltet wird.</w:t>
      </w:r>
    </w:p>
    <w:p w14:paraId="3748C045" w14:textId="77777777" w:rsidR="008C6041" w:rsidRDefault="008C6041" w:rsidP="008C6041">
      <w:pPr>
        <w:pStyle w:val="berschrift4"/>
      </w:pPr>
      <w:r>
        <w:t xml:space="preserve">Für hohe Flügelgewichte bis 140 kg: Türband axxent 750 ALU </w:t>
      </w:r>
    </w:p>
    <w:p w14:paraId="7D04DAF3" w14:textId="42085BB5" w:rsidR="008C6041" w:rsidRPr="00B55070" w:rsidRDefault="008C6041" w:rsidP="008C6041">
      <w:r w:rsidRPr="00142382">
        <w:t xml:space="preserve">Dieses innovative Türband für Haustüren aus Aluminium verbindet eine </w:t>
      </w:r>
      <w:r>
        <w:t>edle</w:t>
      </w:r>
      <w:r w:rsidRPr="00142382">
        <w:t xml:space="preserve"> Optik in der Trendfarbe Schwarz mit </w:t>
      </w:r>
      <w:r>
        <w:t xml:space="preserve">spürbaren </w:t>
      </w:r>
      <w:r w:rsidRPr="00142382">
        <w:t xml:space="preserve">Zusatzvorteilen: </w:t>
      </w:r>
      <w:r w:rsidRPr="00894709">
        <w:t>das verdeckt liegende Türband axxent 750 ALU.</w:t>
      </w:r>
      <w:r>
        <w:t xml:space="preserve"> Mit seiner hohen Tragkraft von bis zu 140 kg schafft es beste Voraussetzungen für ein hohes Maß an Raumkomfort und Energieeffizienz. Dabei verleiht die verdeckt liegende Technik Türen eine ausgesprochen hochwertige Ästhetik, wahlweise in </w:t>
      </w:r>
      <w:r w:rsidRPr="00142382">
        <w:t xml:space="preserve">Tiefschwarz (RAL 9005) </w:t>
      </w:r>
      <w:r>
        <w:t>oder Silber</w:t>
      </w:r>
      <w:r w:rsidRPr="00142382">
        <w:t xml:space="preserve"> (RAL 9006)</w:t>
      </w:r>
      <w:r>
        <w:t xml:space="preserve">. Endanwender wissen darüber hinaus </w:t>
      </w:r>
      <w:r w:rsidRPr="00142382">
        <w:t>de</w:t>
      </w:r>
      <w:r>
        <w:t>n hohen Bedienkomfort zu schätzen, denn dank der reibungsoptimierten Türbandlagerung lässt sich der Flügel bequem und mühelos bis zu einem Öffnungswinkel von 105° drehen</w:t>
      </w:r>
      <w:r w:rsidRPr="00142382">
        <w:t>.</w:t>
      </w:r>
      <w:r>
        <w:t xml:space="preserve"> Stärken zeigt d</w:t>
      </w:r>
      <w:r w:rsidRPr="00142382">
        <w:t>as neue Türband</w:t>
      </w:r>
      <w:r>
        <w:t xml:space="preserve"> darüber hinaus </w:t>
      </w:r>
      <w:r w:rsidR="006851F3">
        <w:t>mit Blick auf</w:t>
      </w:r>
      <w:r w:rsidRPr="00142382">
        <w:t xml:space="preserve"> Verarbeitungseffizienz</w:t>
      </w:r>
      <w:r>
        <w:t xml:space="preserve"> und Montage. Von der intuitiven </w:t>
      </w:r>
      <w:r w:rsidRPr="00142382">
        <w:t>„Click in“-Technik</w:t>
      </w:r>
      <w:r>
        <w:t xml:space="preserve"> über die Realisierung einer </w:t>
      </w:r>
      <w:r w:rsidRPr="00142382">
        <w:t>Einbruchhemmung bis RC2 ganz ohne Zusatzbauteile</w:t>
      </w:r>
      <w:r>
        <w:t xml:space="preserve"> bis zur einfachen, unkomplizierten</w:t>
      </w:r>
      <w:r w:rsidRPr="00142382">
        <w:t xml:space="preserve"> Verstellung über die integrierte 3D-Justierung</w:t>
      </w:r>
      <w:r>
        <w:t xml:space="preserve"> profitieren Verarbeiter auf vielfältige Art und Weise. </w:t>
      </w:r>
    </w:p>
    <w:p w14:paraId="3E508BD9" w14:textId="77777777" w:rsidR="008C6041" w:rsidRDefault="008C6041" w:rsidP="008C6041"/>
    <w:p w14:paraId="3311C924" w14:textId="77777777" w:rsidR="008C6041" w:rsidRDefault="008C6041" w:rsidP="008C6041"/>
    <w:p w14:paraId="4C5E4497" w14:textId="77777777" w:rsidR="008C6041" w:rsidRDefault="008C6041" w:rsidP="008C6041"/>
    <w:p w14:paraId="0BF4ACC1" w14:textId="77777777" w:rsidR="00107C46" w:rsidRDefault="00107C46" w:rsidP="00107C46">
      <w:pPr>
        <w:pStyle w:val="berschrift2"/>
      </w:pPr>
      <w:r>
        <w:t>AERO</w:t>
      </w:r>
    </w:p>
    <w:p w14:paraId="4494124C" w14:textId="77777777" w:rsidR="00107C46" w:rsidRPr="00142382" w:rsidRDefault="00107C46" w:rsidP="009550CF">
      <w:pPr>
        <w:spacing w:before="240" w:after="60"/>
      </w:pPr>
      <w:r>
        <w:t>Räume mit hohem Wohlfühlklima, in denen sich die bedarfsgerechte Frischluftzufuhr mit den unterschiedlichsten Facetten von Raumkomfort verbindet, stehen auf der FENSTERBAU im Fokus der Produktgruppe AERO. Für höchste Energieeffizienz und eine herausragende Wärmerückgewinnung von mehr als 90 % stehen s</w:t>
      </w:r>
      <w:r w:rsidRPr="00142382">
        <w:t xml:space="preserve">owohl die </w:t>
      </w:r>
      <w:r>
        <w:t xml:space="preserve">beiden </w:t>
      </w:r>
      <w:r w:rsidRPr="00142382">
        <w:t>Fassadenlüfter AEROMAT VT WRG und AEROMAT VT WRG plus als auch der Wandlüfter AEROPLUS WRG</w:t>
      </w:r>
      <w:r>
        <w:t>. Eine dezente, ausgesprochen ästhetische Möglichkeit zur Integration von Fensterlüftern in die Fassade bietet hingegen der Einbau von Fensterlüftern in Rollladenkästen, der ebenfalls auf der FENSTERBAU zu sehen ist.</w:t>
      </w:r>
    </w:p>
    <w:p w14:paraId="7F8ED18F" w14:textId="77777777" w:rsidR="00107C46" w:rsidRPr="003E00C5" w:rsidRDefault="00107C46" w:rsidP="00107C46">
      <w:pPr>
        <w:pStyle w:val="berschrift4"/>
      </w:pPr>
      <w:r>
        <w:t xml:space="preserve">AEROMAT VT: Energieeffizienz mit bis zu 95 % Wärmerückgewinnung </w:t>
      </w:r>
    </w:p>
    <w:p w14:paraId="250A66FE" w14:textId="77777777" w:rsidR="00107C46" w:rsidRDefault="00107C46" w:rsidP="00107C46">
      <w:r>
        <w:t>Flexibel</w:t>
      </w:r>
      <w:r w:rsidRPr="003E00C5">
        <w:t xml:space="preserve"> planen, leicht montieren, </w:t>
      </w:r>
      <w:r>
        <w:t xml:space="preserve">ressourcenschonend lüften: </w:t>
      </w:r>
      <w:r w:rsidRPr="003E00C5">
        <w:t>Der AEROMAT VT verbindet die kontrollierte Lüftung mit hohem Zusatznutzen.</w:t>
      </w:r>
      <w:r>
        <w:t xml:space="preserve"> Bei </w:t>
      </w:r>
      <w:r w:rsidRPr="003E00C5">
        <w:t>freie</w:t>
      </w:r>
      <w:r>
        <w:t>r</w:t>
      </w:r>
      <w:r w:rsidRPr="003E00C5">
        <w:t xml:space="preserve"> Kombinierbarkeit der einzelnen Lüftertypen</w:t>
      </w:r>
      <w:r>
        <w:t xml:space="preserve"> deckt die Systemlösung </w:t>
      </w:r>
      <w:r w:rsidRPr="003E00C5">
        <w:t xml:space="preserve">das komplette Spektrum dezentraler </w:t>
      </w:r>
      <w:r>
        <w:t>Fassadens</w:t>
      </w:r>
      <w:r w:rsidRPr="003E00C5">
        <w:t>ysteme ab</w:t>
      </w:r>
      <w:r>
        <w:t xml:space="preserve"> und ist dank der </w:t>
      </w:r>
      <w:r w:rsidRPr="003E00C5">
        <w:t>dezente</w:t>
      </w:r>
      <w:r>
        <w:t>n</w:t>
      </w:r>
      <w:r w:rsidRPr="003E00C5">
        <w:t xml:space="preserve"> Integration in die Fassade</w:t>
      </w:r>
      <w:r>
        <w:t xml:space="preserve"> optisch ausgesprochen ansprechend</w:t>
      </w:r>
      <w:r w:rsidRPr="003E00C5">
        <w:t>.</w:t>
      </w:r>
      <w:r>
        <w:t xml:space="preserve"> Dabei verbindet der AEROMAT VT </w:t>
      </w:r>
      <w:r w:rsidRPr="003E00C5">
        <w:t xml:space="preserve">die kontrollierte Lüftung mit </w:t>
      </w:r>
      <w:r>
        <w:t>e</w:t>
      </w:r>
      <w:r w:rsidRPr="003E00C5">
        <w:t>ine</w:t>
      </w:r>
      <w:r>
        <w:t>r</w:t>
      </w:r>
      <w:r w:rsidRPr="003E00C5">
        <w:t xml:space="preserve"> </w:t>
      </w:r>
      <w:r>
        <w:t xml:space="preserve">leistungsstarken </w:t>
      </w:r>
      <w:r w:rsidRPr="003E00C5">
        <w:t>Schalldämmung</w:t>
      </w:r>
      <w:r>
        <w:t xml:space="preserve">, einer </w:t>
      </w:r>
      <w:r w:rsidRPr="003E00C5">
        <w:t>hohe</w:t>
      </w:r>
      <w:r>
        <w:t>n</w:t>
      </w:r>
      <w:r w:rsidRPr="003E00C5">
        <w:t xml:space="preserve"> Luftleistung</w:t>
      </w:r>
      <w:r>
        <w:t xml:space="preserve"> und Energieeffizienz: Neben dem AEROMAT VT WRG mit seiner herausragenden Wärmerückgewinnung von bis zu 93 % steht Verarbeitern, Architekten und Endanwendern hierzu der </w:t>
      </w:r>
      <w:r w:rsidRPr="00142382">
        <w:t xml:space="preserve">AEROMAT VT WRG plus </w:t>
      </w:r>
      <w:r>
        <w:t>zur Verfügung</w:t>
      </w:r>
      <w:r w:rsidRPr="00142382">
        <w:t xml:space="preserve">, eine förderfähige Ausführung mit Energieeffizienzklasse A und einer Wärmerückgewinnung von bis zu 95 %. </w:t>
      </w:r>
      <w:r>
        <w:t>Für Bedienkomfort und eine hohe Raumluftqualität sorgen u. a. eine</w:t>
      </w:r>
      <w:r w:rsidRPr="003E00C5">
        <w:t xml:space="preserve"> selbsttätige, bedarfsgerechte Lüftungsautomatik </w:t>
      </w:r>
      <w:r>
        <w:t>und die optionale</w:t>
      </w:r>
      <w:r w:rsidRPr="003E00C5">
        <w:t xml:space="preserve"> </w:t>
      </w:r>
      <w:r>
        <w:t>Sensorik für T</w:t>
      </w:r>
      <w:r w:rsidRPr="003E00C5">
        <w:t>emperatur</w:t>
      </w:r>
      <w:r>
        <w:t>, F</w:t>
      </w:r>
      <w:r w:rsidRPr="003E00C5">
        <w:t>euchte, CO</w:t>
      </w:r>
      <w:r w:rsidRPr="007925C6">
        <w:rPr>
          <w:vertAlign w:val="subscript"/>
        </w:rPr>
        <w:t>2</w:t>
      </w:r>
      <w:r w:rsidRPr="003E00C5">
        <w:t xml:space="preserve"> und VOC</w:t>
      </w:r>
      <w:r>
        <w:t xml:space="preserve">. Die </w:t>
      </w:r>
      <w:r w:rsidRPr="003E00C5">
        <w:t>externe Ansteuerung des Lüfters sowie die einfache Einbindung in eine Gebäudeleittechnik</w:t>
      </w:r>
      <w:r>
        <w:t xml:space="preserve"> kann einfach und unkompliziert über v</w:t>
      </w:r>
      <w:r w:rsidRPr="003E00C5">
        <w:t>orkonfigurierte Ein- und Ausgänge</w:t>
      </w:r>
      <w:r>
        <w:t xml:space="preserve"> erfolgen</w:t>
      </w:r>
      <w:r w:rsidRPr="003E00C5">
        <w:t xml:space="preserve">. </w:t>
      </w:r>
    </w:p>
    <w:p w14:paraId="1B1DE47C" w14:textId="77777777" w:rsidR="00107C46" w:rsidRDefault="00107C46" w:rsidP="00107C46">
      <w:pPr>
        <w:pStyle w:val="berschrift4"/>
      </w:pPr>
      <w:r>
        <w:t>AEROPLUS WRG: leistungsstarker Wandlüfter im hochwertigen Design</w:t>
      </w:r>
    </w:p>
    <w:p w14:paraId="64D32417" w14:textId="77777777" w:rsidR="00107C46" w:rsidRDefault="00107C46" w:rsidP="00107C46">
      <w:r>
        <w:t xml:space="preserve">Auch der Wandlüfter AEROPLUS WRG verbindet höchste Wärmerückgewinnung mit zahlreichen Ausstattungsmerkmalen für 360° Raumkomfort. Der kompakte Wandlüfter zur gleichzeitigen Regulierung von Zu- und Abluft in einer einzigen Lösung kombiniert eine Vielzahl an Leistungsmerkmalen, die in dieser Form einzigartig sind. Hierzu zählen ein niedriges </w:t>
      </w:r>
      <w:r>
        <w:lastRenderedPageBreak/>
        <w:t xml:space="preserve">Eigengeräusch, eine hervorragende Luftleistung und eine </w:t>
      </w:r>
      <w:r w:rsidRPr="009154E6">
        <w:t xml:space="preserve">hohe Schalldämmung. </w:t>
      </w:r>
      <w:r>
        <w:t xml:space="preserve">Ein echtes Plus für die intelligente Gebäudeautomation ist seine hohe Energieeffizienz: Mit seiner </w:t>
      </w:r>
      <w:r w:rsidRPr="0040425F">
        <w:t xml:space="preserve">Wärmerückgewinnung von bis zu </w:t>
      </w:r>
      <w:r>
        <w:t>93</w:t>
      </w:r>
      <w:r w:rsidRPr="0040425F">
        <w:t xml:space="preserve"> %</w:t>
      </w:r>
      <w:r>
        <w:t xml:space="preserve"> ist der kompakte Lüfter</w:t>
      </w:r>
      <w:r w:rsidRPr="003E00C5">
        <w:t xml:space="preserve"> </w:t>
      </w:r>
      <w:r>
        <w:t>sogar förderfähig.</w:t>
      </w:r>
      <w:r w:rsidRPr="000254E4">
        <w:rPr>
          <w:szCs w:val="20"/>
        </w:rPr>
        <w:t xml:space="preserve"> </w:t>
      </w:r>
      <w:r w:rsidRPr="00941724">
        <w:t>In der Ausführung als AEROPLUS WRG smart unterstützt er zudem die bequeme Bedienung über die SIEGENIA Comfort App sowie einen per CO</w:t>
      </w:r>
      <w:r w:rsidRPr="00941724">
        <w:rPr>
          <w:vertAlign w:val="subscript"/>
        </w:rPr>
        <w:t>2</w:t>
      </w:r>
      <w:r w:rsidRPr="00941724">
        <w:t>-Sensor gesteuerten Automatikbetrieb</w:t>
      </w:r>
      <w:r>
        <w:t>, in dem eine intelligente Sensorik verbrauchte Luft erkennt und den Luftaustausch bedarfsgerecht steuert</w:t>
      </w:r>
      <w:r w:rsidRPr="00941724">
        <w:t xml:space="preserve">. </w:t>
      </w:r>
      <w:r>
        <w:t>Per KNX lässt sich der Lüfter zudem in beiden Varianten in die Gebäudeleittechnik einbinden. Auf diese Weise kann er z. B. im Sommer in intelligente Szenarien für die Nachtlüftung zur passiven Kühlung integriert werden.</w:t>
      </w:r>
    </w:p>
    <w:p w14:paraId="2E05C5E5" w14:textId="77777777" w:rsidR="0098202C" w:rsidRDefault="0098202C" w:rsidP="0098202C">
      <w:pPr>
        <w:pStyle w:val="berschrift4"/>
      </w:pPr>
      <w:bookmarkStart w:id="1" w:name="_Hlk69821944"/>
      <w:bookmarkEnd w:id="1"/>
      <w:r>
        <w:t>Von außen unsichtbar im Rollladenkasten</w:t>
      </w:r>
    </w:p>
    <w:p w14:paraId="2E85A75A" w14:textId="77777777" w:rsidR="0098202C" w:rsidRDefault="0098202C" w:rsidP="0098202C">
      <w:r>
        <w:t xml:space="preserve">Klare Vorteile bei der ästhetischen Gestaltung von Fassaden verschafft Architekten, Verarbeitern und Endanwendern der Einbau von Fensterlüftern in den Rollladenkasten, dem dritten Themenschwerpunkt von SIEGENIA im Bereich AERO. Die Rollladenlüfter des Unternehmens eignen sich zur Integration in die Systeme führender Hersteller – von </w:t>
      </w:r>
      <w:r w:rsidRPr="00802A6B">
        <w:rPr>
          <w:rFonts w:cs="Arial"/>
          <w:szCs w:val="20"/>
        </w:rPr>
        <w:t>H</w:t>
      </w:r>
      <w:r>
        <w:rPr>
          <w:rFonts w:cs="Arial"/>
          <w:szCs w:val="20"/>
        </w:rPr>
        <w:t>ella</w:t>
      </w:r>
      <w:r w:rsidRPr="00802A6B">
        <w:rPr>
          <w:rFonts w:cs="Arial"/>
          <w:szCs w:val="20"/>
        </w:rPr>
        <w:t>, R</w:t>
      </w:r>
      <w:r>
        <w:rPr>
          <w:rFonts w:cs="Arial"/>
          <w:szCs w:val="20"/>
        </w:rPr>
        <w:t>oma</w:t>
      </w:r>
      <w:r w:rsidRPr="00802A6B">
        <w:rPr>
          <w:rFonts w:cs="Arial"/>
          <w:szCs w:val="20"/>
        </w:rPr>
        <w:t>, B</w:t>
      </w:r>
      <w:r>
        <w:rPr>
          <w:rFonts w:cs="Arial"/>
          <w:szCs w:val="20"/>
        </w:rPr>
        <w:t>eck</w:t>
      </w:r>
      <w:r w:rsidRPr="00802A6B">
        <w:rPr>
          <w:rFonts w:cs="Arial"/>
          <w:szCs w:val="20"/>
        </w:rPr>
        <w:t xml:space="preserve"> &amp; H</w:t>
      </w:r>
      <w:r>
        <w:rPr>
          <w:rFonts w:cs="Arial"/>
          <w:szCs w:val="20"/>
        </w:rPr>
        <w:t xml:space="preserve">eun über </w:t>
      </w:r>
      <w:r w:rsidRPr="00802A6B">
        <w:rPr>
          <w:rFonts w:cs="Arial"/>
          <w:szCs w:val="20"/>
        </w:rPr>
        <w:t>H</w:t>
      </w:r>
      <w:r>
        <w:rPr>
          <w:rFonts w:cs="Arial"/>
          <w:szCs w:val="20"/>
        </w:rPr>
        <w:t xml:space="preserve">eroal und </w:t>
      </w:r>
      <w:r w:rsidRPr="00802A6B">
        <w:rPr>
          <w:rFonts w:cs="Arial"/>
          <w:szCs w:val="20"/>
        </w:rPr>
        <w:t>L</w:t>
      </w:r>
      <w:r>
        <w:rPr>
          <w:rFonts w:cs="Arial"/>
          <w:szCs w:val="20"/>
        </w:rPr>
        <w:t xml:space="preserve">ehr bis zu </w:t>
      </w:r>
      <w:r w:rsidRPr="00802A6B">
        <w:rPr>
          <w:rFonts w:cs="Arial"/>
          <w:szCs w:val="20"/>
        </w:rPr>
        <w:t>B</w:t>
      </w:r>
      <w:r>
        <w:rPr>
          <w:rFonts w:cs="Arial"/>
          <w:szCs w:val="20"/>
        </w:rPr>
        <w:t>ero</w:t>
      </w:r>
      <w:r>
        <w:t xml:space="preserve">. Zur Wahl stehen hier vier unterschiedliche Lüfter, u. a. die beiden Passivlüfter </w:t>
      </w:r>
      <w:r w:rsidRPr="0088730F">
        <w:rPr>
          <w:rFonts w:cs="Arial"/>
          <w:szCs w:val="20"/>
        </w:rPr>
        <w:t>AEROMAT midi mit dezente</w:t>
      </w:r>
      <w:r>
        <w:rPr>
          <w:rFonts w:cs="Arial"/>
          <w:szCs w:val="20"/>
        </w:rPr>
        <w:t>r</w:t>
      </w:r>
      <w:r w:rsidRPr="0088730F">
        <w:rPr>
          <w:rFonts w:cs="Arial"/>
          <w:szCs w:val="20"/>
        </w:rPr>
        <w:t xml:space="preserve"> Optik und manuelle</w:t>
      </w:r>
      <w:r>
        <w:rPr>
          <w:rFonts w:cs="Arial"/>
          <w:szCs w:val="20"/>
        </w:rPr>
        <w:t>m</w:t>
      </w:r>
      <w:r w:rsidRPr="0088730F">
        <w:rPr>
          <w:rFonts w:cs="Arial"/>
          <w:szCs w:val="20"/>
        </w:rPr>
        <w:t xml:space="preserve"> Verschluss</w:t>
      </w:r>
      <w:r>
        <w:rPr>
          <w:rFonts w:cs="Arial"/>
          <w:szCs w:val="20"/>
        </w:rPr>
        <w:t xml:space="preserve"> sowie der</w:t>
      </w:r>
      <w:r w:rsidRPr="0088730F">
        <w:rPr>
          <w:rFonts w:cs="Arial"/>
          <w:szCs w:val="20"/>
        </w:rPr>
        <w:t xml:space="preserve"> AEROMAT midi HY 42 dB mit Feuchtesteuerung </w:t>
      </w:r>
      <w:r>
        <w:rPr>
          <w:rFonts w:cs="Arial"/>
          <w:szCs w:val="20"/>
        </w:rPr>
        <w:t xml:space="preserve">zur </w:t>
      </w:r>
      <w:r w:rsidRPr="0088730F">
        <w:rPr>
          <w:rFonts w:cs="Arial"/>
          <w:szCs w:val="20"/>
        </w:rPr>
        <w:t>bedarfsgerechte</w:t>
      </w:r>
      <w:r>
        <w:rPr>
          <w:rFonts w:cs="Arial"/>
          <w:szCs w:val="20"/>
        </w:rPr>
        <w:t>n</w:t>
      </w:r>
      <w:r w:rsidRPr="0088730F">
        <w:rPr>
          <w:rFonts w:cs="Arial"/>
          <w:szCs w:val="20"/>
        </w:rPr>
        <w:t xml:space="preserve"> Mindestlüftung.</w:t>
      </w:r>
      <w:r>
        <w:rPr>
          <w:rFonts w:cs="Arial"/>
          <w:szCs w:val="20"/>
        </w:rPr>
        <w:t xml:space="preserve"> </w:t>
      </w:r>
      <w:r w:rsidRPr="0088730F">
        <w:rPr>
          <w:rFonts w:cs="Arial"/>
          <w:szCs w:val="20"/>
        </w:rPr>
        <w:t xml:space="preserve">Maßgeschneidert für höhere Luft- und Schalldämmanforderungen sind die beiden Fassadenlüfter AEROMAT 80 und AEROMAT 100. </w:t>
      </w:r>
      <w:r>
        <w:rPr>
          <w:rFonts w:cs="Arial"/>
          <w:szCs w:val="20"/>
        </w:rPr>
        <w:t>In der Kombination aus Lüfter und Rollladenkasten lassen sich hier Schalldämmwerte von bis zu 64 dB erreichen. Dabei macht d</w:t>
      </w:r>
      <w:r>
        <w:t>er Verzicht auf einen Wetterschutz an der Außenfassade die Lüfter von außen komplett unsichtbar, ganz ohne Einbußen bei der Frischluftzufuhr: Selbst bei geschlossenen Rollläden sorgen die Lüfter jederzeit für einen bedarfsgerechten Luftwechsel.</w:t>
      </w:r>
      <w:r w:rsidRPr="004B218A">
        <w:t xml:space="preserve"> </w:t>
      </w:r>
      <w:r>
        <w:t xml:space="preserve">Verarbeiter profitieren darüber hinaus von der einfachen, unaufwendigen Montage auf der Innenseite des Rollladenkastens, die ohne die Bearbeitung von Fenster bzw. Rahmen auskommt. </w:t>
      </w:r>
    </w:p>
    <w:p w14:paraId="5871F445" w14:textId="77777777" w:rsidR="0098202C" w:rsidRDefault="0098202C" w:rsidP="0098202C"/>
    <w:p w14:paraId="26B4ED55" w14:textId="77777777" w:rsidR="0098202C" w:rsidRDefault="0098202C" w:rsidP="0098202C"/>
    <w:p w14:paraId="0601AFCC" w14:textId="77777777" w:rsidR="0098202C" w:rsidRDefault="0098202C" w:rsidP="0098202C"/>
    <w:p w14:paraId="0BCB515A" w14:textId="77777777" w:rsidR="00107C46" w:rsidRDefault="00107C46" w:rsidP="00107C46">
      <w:pPr>
        <w:pStyle w:val="berschrift2"/>
      </w:pPr>
      <w:r>
        <w:t>Nachhaltigkeit</w:t>
      </w:r>
    </w:p>
    <w:p w14:paraId="11FCB214" w14:textId="77777777" w:rsidR="00107C46" w:rsidRDefault="00107C46" w:rsidP="00DB1A9A">
      <w:pPr>
        <w:pStyle w:val="berschrift4"/>
        <w:spacing w:before="120"/>
      </w:pPr>
      <w:r>
        <w:t>Ganzheitlich Verantwortung übernehmen</w:t>
      </w:r>
    </w:p>
    <w:p w14:paraId="26486E94" w14:textId="70CC1FDB" w:rsidR="00107C46" w:rsidRDefault="00107C46" w:rsidP="00107C46">
      <w:r w:rsidRPr="00AF77EF">
        <w:t>Die Entwicklung zukunftsweisender Produkte und Systeme</w:t>
      </w:r>
      <w:r>
        <w:t xml:space="preserve"> sowie</w:t>
      </w:r>
      <w:r w:rsidRPr="00AF77EF">
        <w:t xml:space="preserve"> anwendungsgenaue Services </w:t>
      </w:r>
      <w:r>
        <w:t xml:space="preserve">sind bei SIEGENIA eng mit </w:t>
      </w:r>
      <w:r w:rsidRPr="00AF77EF">
        <w:t>nachhaltige</w:t>
      </w:r>
      <w:r>
        <w:t xml:space="preserve">m </w:t>
      </w:r>
      <w:r w:rsidRPr="00AF77EF">
        <w:t>Denken und Handeln ver</w:t>
      </w:r>
      <w:r>
        <w:t>bunden</w:t>
      </w:r>
      <w:r w:rsidRPr="00AF77EF">
        <w:t>.</w:t>
      </w:r>
      <w:r>
        <w:t xml:space="preserve"> Auf der </w:t>
      </w:r>
      <w:r>
        <w:lastRenderedPageBreak/>
        <w:t xml:space="preserve">FENSTERBAU zeigt SIEGENIA, wie die ganzheitliche Übernahme von Verantwortung </w:t>
      </w:r>
      <w:r>
        <w:rPr>
          <w:szCs w:val="20"/>
        </w:rPr>
        <w:t xml:space="preserve">unternehmerische </w:t>
      </w:r>
      <w:r w:rsidRPr="00F13F28">
        <w:rPr>
          <w:szCs w:val="20"/>
        </w:rPr>
        <w:t>Entscheidungen</w:t>
      </w:r>
      <w:r>
        <w:rPr>
          <w:szCs w:val="20"/>
        </w:rPr>
        <w:t xml:space="preserve"> auf allen Ebenen prägt</w:t>
      </w:r>
      <w:r>
        <w:t>. B</w:t>
      </w:r>
      <w:r>
        <w:rPr>
          <w:rFonts w:cs="Arial"/>
        </w:rPr>
        <w:t>eim Klimaschutz</w:t>
      </w:r>
      <w:r>
        <w:t xml:space="preserve"> ist es e</w:t>
      </w:r>
      <w:r>
        <w:rPr>
          <w:rFonts w:cs="Arial"/>
        </w:rPr>
        <w:t>rklärtes Ziel, den</w:t>
      </w:r>
      <w:r w:rsidRPr="001A29A0">
        <w:rPr>
          <w:rFonts w:cs="Arial"/>
        </w:rPr>
        <w:t xml:space="preserve"> CO</w:t>
      </w:r>
      <w:r w:rsidRPr="00F16C79">
        <w:rPr>
          <w:rFonts w:cs="Arial"/>
          <w:vertAlign w:val="subscript"/>
        </w:rPr>
        <w:t>2</w:t>
      </w:r>
      <w:r>
        <w:rPr>
          <w:rFonts w:cs="Arial"/>
        </w:rPr>
        <w:t>-</w:t>
      </w:r>
      <w:r w:rsidRPr="001A29A0">
        <w:rPr>
          <w:rFonts w:cs="Arial"/>
        </w:rPr>
        <w:t xml:space="preserve">Fußabdruck aus eigenem Energieverbrauch </w:t>
      </w:r>
      <w:r>
        <w:rPr>
          <w:rFonts w:cs="Arial"/>
        </w:rPr>
        <w:t>signifikant zu reduzieren</w:t>
      </w:r>
      <w:r w:rsidRPr="001A29A0">
        <w:rPr>
          <w:rFonts w:cs="Arial"/>
        </w:rPr>
        <w:t>.</w:t>
      </w:r>
      <w:r w:rsidRPr="009905FA">
        <w:rPr>
          <w:szCs w:val="20"/>
        </w:rPr>
        <w:t xml:space="preserve"> </w:t>
      </w:r>
      <w:r>
        <w:rPr>
          <w:szCs w:val="20"/>
        </w:rPr>
        <w:t>Hierzu handelt das Unternehmen</w:t>
      </w:r>
      <w:r w:rsidRPr="00F13F28">
        <w:rPr>
          <w:szCs w:val="20"/>
        </w:rPr>
        <w:t xml:space="preserve"> </w:t>
      </w:r>
      <w:r>
        <w:rPr>
          <w:szCs w:val="20"/>
        </w:rPr>
        <w:t>gemäß der Prämisse</w:t>
      </w:r>
      <w:r w:rsidRPr="00F13F28">
        <w:rPr>
          <w:szCs w:val="20"/>
        </w:rPr>
        <w:t>: „Vermeiden vor Reduzieren vor Kompensieren“</w:t>
      </w:r>
      <w:r>
        <w:t>.</w:t>
      </w:r>
      <w:r>
        <w:rPr>
          <w:rFonts w:cs="Arial"/>
        </w:rPr>
        <w:t xml:space="preserve"> </w:t>
      </w:r>
      <w:r>
        <w:t xml:space="preserve">Größten Wert legt das Unternehmen darauf, </w:t>
      </w:r>
      <w:r w:rsidRPr="00142382">
        <w:t xml:space="preserve">genau zu wissen, wo </w:t>
      </w:r>
      <w:r>
        <w:t xml:space="preserve">es steht. Hierzu hat </w:t>
      </w:r>
      <w:r w:rsidR="00792993" w:rsidRPr="005A5106">
        <w:t xml:space="preserve">SIEGENIA </w:t>
      </w:r>
      <w:r w:rsidRPr="0033759F">
        <w:rPr>
          <w:rFonts w:cs="Arial"/>
        </w:rPr>
        <w:t xml:space="preserve">ein digitales Nachhaltigkeitssystem aufgebaut, das den </w:t>
      </w:r>
      <w:r>
        <w:t>CO</w:t>
      </w:r>
      <w:r w:rsidRPr="0033759F">
        <w:rPr>
          <w:vertAlign w:val="subscript"/>
        </w:rPr>
        <w:t>2</w:t>
      </w:r>
      <w:r>
        <w:t xml:space="preserve">-Fußabdruck systematisch in allen Bereichen erfasst und </w:t>
      </w:r>
      <w:r w:rsidRPr="00142382">
        <w:t>eine transparente Grundlage für d</w:t>
      </w:r>
      <w:r>
        <w:t>ie</w:t>
      </w:r>
      <w:r w:rsidRPr="00142382">
        <w:t xml:space="preserve"> stetige Optimierung </w:t>
      </w:r>
      <w:r>
        <w:t>ist</w:t>
      </w:r>
      <w:r w:rsidRPr="00142382">
        <w:t>.</w:t>
      </w:r>
      <w:r>
        <w:t xml:space="preserve"> Der Erfolg ist nachweislich: </w:t>
      </w:r>
      <w:r w:rsidRPr="005A5106">
        <w:t xml:space="preserve">Seit 2019 hat </w:t>
      </w:r>
      <w:r w:rsidR="00792993">
        <w:t xml:space="preserve">das Unternehmen </w:t>
      </w:r>
      <w:r w:rsidRPr="005A5106">
        <w:t>seinen CO</w:t>
      </w:r>
      <w:r w:rsidRPr="0033759F">
        <w:rPr>
          <w:vertAlign w:val="subscript"/>
        </w:rPr>
        <w:t>2</w:t>
      </w:r>
      <w:r w:rsidRPr="005A5106">
        <w:t>-Aussto</w:t>
      </w:r>
      <w:r>
        <w:t>ß</w:t>
      </w:r>
      <w:r w:rsidRPr="005A5106">
        <w:t xml:space="preserve"> i</w:t>
      </w:r>
      <w:r>
        <w:t>m</w:t>
      </w:r>
      <w:r w:rsidRPr="005A5106">
        <w:t xml:space="preserve"> Energieverbrauch (Scope 1 und 2) um über </w:t>
      </w:r>
      <w:r>
        <w:t>5</w:t>
      </w:r>
      <w:r w:rsidRPr="005A5106">
        <w:t>0</w:t>
      </w:r>
      <w:r>
        <w:t xml:space="preserve"> </w:t>
      </w:r>
      <w:r w:rsidRPr="005A5106">
        <w:t>% reduziert</w:t>
      </w:r>
      <w:r>
        <w:t xml:space="preserve">. </w:t>
      </w:r>
      <w:r>
        <w:rPr>
          <w:rFonts w:cs="Arial"/>
        </w:rPr>
        <w:t xml:space="preserve">Auch der gesamte Produktbereich ist Teil des Engagements </w:t>
      </w:r>
      <w:r w:rsidRPr="00F13F28">
        <w:rPr>
          <w:szCs w:val="20"/>
        </w:rPr>
        <w:t>für den Klimaschutz</w:t>
      </w:r>
      <w:r>
        <w:rPr>
          <w:szCs w:val="20"/>
        </w:rPr>
        <w:t>.</w:t>
      </w:r>
      <w:r w:rsidRPr="00267F67">
        <w:rPr>
          <w:szCs w:val="20"/>
        </w:rPr>
        <w:t xml:space="preserve"> </w:t>
      </w:r>
      <w:r w:rsidRPr="00F13F28">
        <w:rPr>
          <w:szCs w:val="20"/>
        </w:rPr>
        <w:t>Deshalb betrachte</w:t>
      </w:r>
      <w:r>
        <w:rPr>
          <w:szCs w:val="20"/>
        </w:rPr>
        <w:t xml:space="preserve">t SIEGENIA </w:t>
      </w:r>
      <w:r w:rsidRPr="00F13F28">
        <w:rPr>
          <w:szCs w:val="20"/>
        </w:rPr>
        <w:t>den kompletten Produktlebenszyklus – von der Forschung und Entwicklung über die Produktion bis hin zum Recycling und Rückbau.</w:t>
      </w:r>
      <w:r>
        <w:rPr>
          <w:szCs w:val="20"/>
        </w:rPr>
        <w:t xml:space="preserve"> </w:t>
      </w:r>
      <w:r>
        <w:rPr>
          <w:rFonts w:cs="Arial"/>
        </w:rPr>
        <w:t xml:space="preserve">Um Kreislaufwirtschaft erfolgreich umzusetzen, ist aus Sicht von SIEGENIA zudem eine enge Zusammenarbeit innerhalb der Lieferkette erforderlich. Deshalb beteiligt sich das Unternehmen an Kooperationsprojekten wie </w:t>
      </w:r>
      <w:r w:rsidRPr="001F24CC">
        <w:t xml:space="preserve">ID4Win </w:t>
      </w:r>
      <w:r>
        <w:t>oder dem Projekt „Fenster im Zirkulären Bauen“.</w:t>
      </w:r>
    </w:p>
    <w:p w14:paraId="43C6D7EA" w14:textId="77777777" w:rsidR="00107C46" w:rsidRDefault="00107C46" w:rsidP="00107C46">
      <w:pPr>
        <w:rPr>
          <w:rFonts w:cs="Arial"/>
        </w:rPr>
      </w:pPr>
    </w:p>
    <w:p w14:paraId="3E561608" w14:textId="5A44C2E3" w:rsidR="00107C46" w:rsidRPr="00020822" w:rsidRDefault="00107C46" w:rsidP="00107C46">
      <w:pPr>
        <w:rPr>
          <w:rFonts w:cs="Arial"/>
        </w:rPr>
      </w:pPr>
      <w:r>
        <w:rPr>
          <w:rFonts w:cs="Arial"/>
        </w:rPr>
        <w:t>Verantwortungsvolles, nachhaltiges Handeln schließt für SIEGENIA auch die Bereiche Compliance</w:t>
      </w:r>
      <w:r w:rsidRPr="002105CA">
        <w:rPr>
          <w:szCs w:val="20"/>
        </w:rPr>
        <w:t xml:space="preserve"> </w:t>
      </w:r>
      <w:r>
        <w:rPr>
          <w:szCs w:val="20"/>
        </w:rPr>
        <w:t xml:space="preserve">und soziales Engagement </w:t>
      </w:r>
      <w:r>
        <w:rPr>
          <w:rFonts w:cs="Arial"/>
        </w:rPr>
        <w:t xml:space="preserve">ein. Das Unternehmen </w:t>
      </w:r>
      <w:r w:rsidRPr="002105CA">
        <w:rPr>
          <w:szCs w:val="20"/>
        </w:rPr>
        <w:t>achte</w:t>
      </w:r>
      <w:r>
        <w:rPr>
          <w:szCs w:val="20"/>
        </w:rPr>
        <w:t xml:space="preserve">t </w:t>
      </w:r>
      <w:r w:rsidRPr="002105CA">
        <w:rPr>
          <w:szCs w:val="20"/>
        </w:rPr>
        <w:t>konsequent darauf, alle gesetzlichen Vorgaben, regulatorischen Anforderungen und internen Richtlinien ein</w:t>
      </w:r>
      <w:r>
        <w:rPr>
          <w:szCs w:val="20"/>
        </w:rPr>
        <w:t>zu</w:t>
      </w:r>
      <w:r w:rsidRPr="002105CA">
        <w:rPr>
          <w:szCs w:val="20"/>
        </w:rPr>
        <w:t>halten</w:t>
      </w:r>
      <w:r>
        <w:rPr>
          <w:szCs w:val="20"/>
        </w:rPr>
        <w:t>,</w:t>
      </w:r>
      <w:r w:rsidRPr="00E24565">
        <w:rPr>
          <w:szCs w:val="20"/>
        </w:rPr>
        <w:t xml:space="preserve"> </w:t>
      </w:r>
      <w:r>
        <w:rPr>
          <w:szCs w:val="20"/>
        </w:rPr>
        <w:t xml:space="preserve">und hat hierzu einen weltweit gültigen </w:t>
      </w:r>
      <w:r w:rsidRPr="002105CA">
        <w:rPr>
          <w:szCs w:val="20"/>
        </w:rPr>
        <w:t>Code of Conduct sowie ergänzende Compliance-Richtlinien</w:t>
      </w:r>
      <w:r>
        <w:rPr>
          <w:szCs w:val="20"/>
        </w:rPr>
        <w:t xml:space="preserve"> erstellt</w:t>
      </w:r>
      <w:r w:rsidRPr="002105CA">
        <w:rPr>
          <w:szCs w:val="20"/>
        </w:rPr>
        <w:t xml:space="preserve">. </w:t>
      </w:r>
      <w:r w:rsidRPr="00020822">
        <w:rPr>
          <w:rFonts w:cs="Arial"/>
        </w:rPr>
        <w:t>In dem Bewusstsein</w:t>
      </w:r>
      <w:r>
        <w:rPr>
          <w:rFonts w:cs="Arial"/>
        </w:rPr>
        <w:t>,</w:t>
      </w:r>
      <w:r w:rsidRPr="00020822">
        <w:rPr>
          <w:rFonts w:cs="Arial"/>
        </w:rPr>
        <w:t xml:space="preserve"> seinen Erfolg den Mitarbeitenden und den Regionen</w:t>
      </w:r>
      <w:r>
        <w:rPr>
          <w:rFonts w:cs="Arial"/>
        </w:rPr>
        <w:t xml:space="preserve"> zu verdanken</w:t>
      </w:r>
      <w:r w:rsidRPr="00020822">
        <w:rPr>
          <w:rFonts w:cs="Arial"/>
        </w:rPr>
        <w:t xml:space="preserve">, in denen </w:t>
      </w:r>
      <w:r>
        <w:rPr>
          <w:rFonts w:cs="Arial"/>
        </w:rPr>
        <w:t xml:space="preserve">das Unternehmen </w:t>
      </w:r>
      <w:r w:rsidRPr="00020822">
        <w:rPr>
          <w:rFonts w:cs="Arial"/>
        </w:rPr>
        <w:t>verwurzelt ist</w:t>
      </w:r>
      <w:r>
        <w:rPr>
          <w:rFonts w:cs="Arial"/>
        </w:rPr>
        <w:t xml:space="preserve">, engagiert sich SIEGENIA auch </w:t>
      </w:r>
      <w:r w:rsidRPr="00020822">
        <w:rPr>
          <w:rFonts w:cs="Arial"/>
        </w:rPr>
        <w:t>sozial</w:t>
      </w:r>
      <w:r>
        <w:rPr>
          <w:rFonts w:cs="Arial"/>
        </w:rPr>
        <w:t xml:space="preserve"> – so z. B. in Form von familienfreundlichen </w:t>
      </w:r>
      <w:r w:rsidRPr="00020822">
        <w:rPr>
          <w:rFonts w:cs="Arial"/>
        </w:rPr>
        <w:t>Maßnahmen</w:t>
      </w:r>
      <w:r>
        <w:rPr>
          <w:rFonts w:cs="Arial"/>
        </w:rPr>
        <w:t>, eine</w:t>
      </w:r>
      <w:r w:rsidR="00792993">
        <w:rPr>
          <w:rFonts w:cs="Arial"/>
        </w:rPr>
        <w:t>r</w:t>
      </w:r>
      <w:r>
        <w:rPr>
          <w:rFonts w:cs="Arial"/>
        </w:rPr>
        <w:t xml:space="preserve"> intensive</w:t>
      </w:r>
      <w:r w:rsidR="00792993">
        <w:rPr>
          <w:rFonts w:cs="Arial"/>
        </w:rPr>
        <w:t>n</w:t>
      </w:r>
      <w:r>
        <w:rPr>
          <w:rFonts w:cs="Arial"/>
        </w:rPr>
        <w:t xml:space="preserve"> </w:t>
      </w:r>
      <w:r w:rsidRPr="00020822">
        <w:rPr>
          <w:rFonts w:cs="Arial"/>
        </w:rPr>
        <w:t>Personalentwicklun</w:t>
      </w:r>
      <w:r>
        <w:rPr>
          <w:rFonts w:cs="Arial"/>
        </w:rPr>
        <w:t xml:space="preserve">g oder </w:t>
      </w:r>
      <w:r w:rsidRPr="00020822">
        <w:rPr>
          <w:rFonts w:cs="Arial"/>
        </w:rPr>
        <w:t>Spenden und Aktionen für lokale, regionale und überregionale Projekte</w:t>
      </w:r>
      <w:r>
        <w:rPr>
          <w:rFonts w:cs="Arial"/>
        </w:rPr>
        <w:t xml:space="preserve">. </w:t>
      </w:r>
    </w:p>
    <w:p w14:paraId="07980B93" w14:textId="77777777" w:rsidR="00107C46" w:rsidRDefault="00107C46" w:rsidP="00107C46"/>
    <w:p w14:paraId="6F00B1A2" w14:textId="77777777" w:rsidR="00107C46" w:rsidRDefault="00107C46" w:rsidP="00107C46"/>
    <w:p w14:paraId="08AB8CA4" w14:textId="77777777" w:rsidR="00107C46" w:rsidRDefault="00107C46" w:rsidP="00107C46"/>
    <w:p w14:paraId="7041A3C3" w14:textId="77777777" w:rsidR="00107C46" w:rsidRDefault="00107C46" w:rsidP="00107C46">
      <w:pPr>
        <w:pStyle w:val="berschrift2"/>
      </w:pPr>
      <w:r>
        <w:t>SERVICES</w:t>
      </w:r>
    </w:p>
    <w:p w14:paraId="21346AA7" w14:textId="77777777" w:rsidR="00107C46" w:rsidRPr="000B394A" w:rsidRDefault="00107C46" w:rsidP="00DB1A9A">
      <w:pPr>
        <w:pStyle w:val="berschrift4"/>
        <w:spacing w:before="120"/>
      </w:pPr>
      <w:r>
        <w:t>Kundennutzen weiterdenken</w:t>
      </w:r>
    </w:p>
    <w:p w14:paraId="72EC47FB" w14:textId="6058E436" w:rsidR="00107C46" w:rsidRDefault="00107C46" w:rsidP="00107C46">
      <w:r>
        <w:t xml:space="preserve">Mit maßgeschneiderten Dienstleistungen wird SIEGENIA den Anforderungen seiner Partner gerecht und schafft Mehrwert für Verarbeiter. Auf der FENSTERBAU können sich Verarbeiter über das umfangreiche Leistungsangebot des Unternehmens informieren und von seinen Qualitäten überzeugen. Mit einer selbsterklärenden Benutzerführung und einem klaren Aufbau macht z. B. der Konfigurator von SIEGENIA die Planung und Bestellung von Fenster-, Tür- und </w:t>
      </w:r>
      <w:r>
        <w:lastRenderedPageBreak/>
        <w:t xml:space="preserve">Schiebetürsystemen denkbar einfach. In nur vier Schritten führt das clevere Online-Tool sicher durch den Planungsprozess und sorgt so für schlanke Abläufe. Auch der Onlineshop steht für ein einfaches und komfortables Bestellwesen. Von Ersatzteilen für Beschläge über dezentrale Lüftungsgeräte bis hin zu smarten Systemen können die Partner des Unternehmens die Lösungen von SIEGENIA dort auf direktem Weg beziehen. Online konfigurieren können Verarbeiter dort auch die COMFORT UNIT für die Bodenschwelle ECO PASS </w:t>
      </w:r>
      <w:r w:rsidRPr="000E4975">
        <w:t>oder den DRIVE axxent LS</w:t>
      </w:r>
      <w:r>
        <w:t xml:space="preserve">. Das Dienstleistungspaket erlaubt Fensterherstellern den Bezug sämtlicher Komponenten, die zur Abwicklung eines Auftrags erforderlich sind, in Form von passgenauen Komplettpaketen. Das </w:t>
      </w:r>
      <w:r w:rsidRPr="00BA108C">
        <w:t>verschafft Fensterbauern Optimierungen in Arbeitsvorbereitung und Fertigungsprozess.</w:t>
      </w:r>
      <w:r>
        <w:t xml:space="preserve"> </w:t>
      </w:r>
    </w:p>
    <w:p w14:paraId="6D9254AD" w14:textId="77777777" w:rsidR="00107C46" w:rsidRDefault="00107C46" w:rsidP="00107C46"/>
    <w:p w14:paraId="21C771A7" w14:textId="77777777" w:rsidR="00107C46" w:rsidRDefault="00107C46" w:rsidP="00107C46">
      <w:r w:rsidRPr="00CF13E4">
        <w:t>Ebenfalls auf der FENSTERBAU zu sehen ist die SIEGENIA world, ein digitales Tool für das umfassende Erleben von 360°</w:t>
      </w:r>
      <w:r>
        <w:t xml:space="preserve"> </w:t>
      </w:r>
      <w:r w:rsidRPr="00CF13E4">
        <w:t xml:space="preserve">Raumkomfort. Verarbeiter können in der SIEGENIA world Aussehen, Funktion, verfügbare Varianten und den Nutzen der Raumkomfort-Lösungen virtuell erfahren und eine Vielzahl an dreidimensionalen Räumen erkunden. </w:t>
      </w:r>
      <w:r>
        <w:rPr>
          <w:rFonts w:cs="Arial"/>
          <w:szCs w:val="20"/>
        </w:rPr>
        <w:t>Für hohe Anschaulichkeit sorgt die 3D-Darstellung sämtlicher Produktf</w:t>
      </w:r>
      <w:r w:rsidRPr="00124276">
        <w:rPr>
          <w:rFonts w:cs="Arial"/>
          <w:szCs w:val="20"/>
        </w:rPr>
        <w:t>unktionen</w:t>
      </w:r>
      <w:r>
        <w:rPr>
          <w:rFonts w:cs="Arial"/>
          <w:szCs w:val="20"/>
        </w:rPr>
        <w:t xml:space="preserve">. Mit Produkten und Serviceleistungen zu Einbruchschutz und Fensterreparatur präsentiert sich auch die SIEGENIA-AUBI Sicherheitsservice GmbH auf dem Messestand. Das Angebot des Spezialisten reicht vom universellen Nachrüstbeschlag TITAN Safety PLUS über Reparatursets für die </w:t>
      </w:r>
      <w:r>
        <w:rPr>
          <w:szCs w:val="20"/>
        </w:rPr>
        <w:t>leichte, kostengünstige Instandsetzung von Standardfenstern bis zu umfangreichen Schulungsmaßnahmen.</w:t>
      </w:r>
    </w:p>
    <w:p w14:paraId="7B5FD06E" w14:textId="77777777" w:rsidR="00107C46" w:rsidRDefault="00107C46" w:rsidP="00107C46">
      <w:r w:rsidRPr="00B91D93">
        <w:br/>
      </w:r>
    </w:p>
    <w:p w14:paraId="5AD23BA3" w14:textId="77777777" w:rsidR="00107C46" w:rsidRDefault="00107C46" w:rsidP="00965F0D"/>
    <w:p w14:paraId="0DF7DE14" w14:textId="77777777" w:rsidR="00965F0D" w:rsidRDefault="00965F0D" w:rsidP="00965F0D"/>
    <w:p w14:paraId="790F4CF5" w14:textId="77777777" w:rsidR="00965F0D" w:rsidRDefault="00965F0D" w:rsidP="00965F0D"/>
    <w:p w14:paraId="5881B0AC" w14:textId="77777777" w:rsidR="00C33F17" w:rsidRDefault="00C33F17" w:rsidP="005E1468"/>
    <w:p w14:paraId="410058BC" w14:textId="77777777" w:rsidR="00C33F17" w:rsidRDefault="00C33F17" w:rsidP="005E1468"/>
    <w:p w14:paraId="239E192C" w14:textId="77777777" w:rsidR="00C33F17" w:rsidRDefault="00C33F17" w:rsidP="005E1468"/>
    <w:p w14:paraId="28917CA7" w14:textId="77777777" w:rsidR="00C33F17" w:rsidRDefault="00C33F17" w:rsidP="005E1468"/>
    <w:p w14:paraId="6A5B1261" w14:textId="77777777" w:rsidR="00C33F17" w:rsidRDefault="00C33F17" w:rsidP="005E1468"/>
    <w:p w14:paraId="101D02C8" w14:textId="77777777" w:rsidR="003241BD" w:rsidRDefault="003241BD" w:rsidP="005E1468"/>
    <w:p w14:paraId="11DC2471" w14:textId="77777777" w:rsidR="00736C02" w:rsidRDefault="00736C02" w:rsidP="005E1468"/>
    <w:p w14:paraId="0760FE55" w14:textId="77777777" w:rsidR="00736C02" w:rsidRDefault="00736C02" w:rsidP="005E1468"/>
    <w:p w14:paraId="16E700BC" w14:textId="77777777" w:rsidR="003241BD" w:rsidRDefault="003241BD" w:rsidP="005E1468"/>
    <w:p w14:paraId="1EABD7D4" w14:textId="77777777" w:rsidR="005E1468" w:rsidRDefault="005E1468" w:rsidP="005A7C57">
      <w:pPr>
        <w:pStyle w:val="berschrift4"/>
      </w:pPr>
      <w:r>
        <w:lastRenderedPageBreak/>
        <w:t>Bildunterschriften</w:t>
      </w:r>
    </w:p>
    <w:p w14:paraId="41839849" w14:textId="77777777" w:rsidR="002A7F37" w:rsidRDefault="002A7F37" w:rsidP="002A7F37">
      <w:r>
        <w:t>Bildquelle: SIEGENIA</w:t>
      </w:r>
    </w:p>
    <w:p w14:paraId="7076122A" w14:textId="77777777" w:rsidR="002A7F37" w:rsidRPr="002A7F37" w:rsidRDefault="002A7F37" w:rsidP="002A7F37"/>
    <w:p w14:paraId="7CA3D9CD" w14:textId="6008FB36" w:rsidR="005E1468" w:rsidRPr="00D129AE" w:rsidRDefault="005E1468" w:rsidP="005E1468">
      <w:pPr>
        <w:rPr>
          <w:bCs/>
          <w:i/>
        </w:rPr>
      </w:pPr>
      <w:r w:rsidRPr="00D129AE">
        <w:rPr>
          <w:bCs/>
          <w:i/>
        </w:rPr>
        <w:t>Motiv I: SI</w:t>
      </w:r>
      <w:r>
        <w:rPr>
          <w:bCs/>
          <w:i/>
        </w:rPr>
        <w:t>E</w:t>
      </w:r>
      <w:r w:rsidRPr="00D129AE">
        <w:rPr>
          <w:bCs/>
          <w:i/>
        </w:rPr>
        <w:t>_</w:t>
      </w:r>
      <w:r w:rsidR="00CB7D2E">
        <w:rPr>
          <w:bCs/>
          <w:i/>
        </w:rPr>
        <w:t>DRIVE_Zentralsteuerung</w:t>
      </w:r>
      <w:r w:rsidRPr="00D129AE">
        <w:rPr>
          <w:bCs/>
          <w:i/>
        </w:rPr>
        <w:t xml:space="preserve">.jpg </w:t>
      </w:r>
    </w:p>
    <w:p w14:paraId="34E79A1D" w14:textId="197F0A2C" w:rsidR="005E1468" w:rsidRDefault="00B25259" w:rsidP="005E1468">
      <w:r>
        <w:t>Vom Zukunftsszenario zur realen Anwendung weiterentwickelt: Die Zentralsteuerung von SIEGENIA erlaubt die intelligente Steuerung und Vernetzung smarter Lösungen rund um die Gebäudehülle via Matter sowie per KNX.</w:t>
      </w:r>
    </w:p>
    <w:p w14:paraId="34102221" w14:textId="77777777" w:rsidR="005E1468" w:rsidRDefault="005E1468" w:rsidP="005E1468"/>
    <w:p w14:paraId="69FA0C6D" w14:textId="71F9535F" w:rsidR="005E1468" w:rsidRPr="00D129AE" w:rsidRDefault="005E1468" w:rsidP="005E1468">
      <w:pPr>
        <w:rPr>
          <w:bCs/>
          <w:i/>
        </w:rPr>
      </w:pPr>
      <w:r w:rsidRPr="00D129AE">
        <w:rPr>
          <w:bCs/>
          <w:i/>
        </w:rPr>
        <w:t>Motiv II: SI</w:t>
      </w:r>
      <w:r>
        <w:rPr>
          <w:bCs/>
          <w:i/>
        </w:rPr>
        <w:t>E</w:t>
      </w:r>
      <w:r w:rsidRPr="00D129AE">
        <w:rPr>
          <w:bCs/>
          <w:i/>
        </w:rPr>
        <w:t>_</w:t>
      </w:r>
      <w:r w:rsidR="00CB7D2E">
        <w:rPr>
          <w:bCs/>
          <w:i/>
        </w:rPr>
        <w:t>PORTAL_</w:t>
      </w:r>
      <w:r w:rsidR="00E03D06" w:rsidRPr="00E03D06">
        <w:rPr>
          <w:bCs/>
          <w:i/>
        </w:rPr>
        <w:t>DRIVE axxent LS smart_Interieur_KF_Presse</w:t>
      </w:r>
      <w:r w:rsidRPr="00D129AE">
        <w:rPr>
          <w:bCs/>
          <w:i/>
        </w:rPr>
        <w:t xml:space="preserve">.jpg </w:t>
      </w:r>
    </w:p>
    <w:p w14:paraId="6956527C" w14:textId="60A284D7" w:rsidR="00E03D06" w:rsidRDefault="00E03D06" w:rsidP="00E03D06">
      <w:r>
        <w:t xml:space="preserve">Der völlig verdeckt liegende Antrieb DRIVE axxent LS von SIEGENIA </w:t>
      </w:r>
      <w:r w:rsidR="0047584E">
        <w:t xml:space="preserve">für Hebe-Schiebe-Elemente </w:t>
      </w:r>
      <w:r>
        <w:t xml:space="preserve">besticht </w:t>
      </w:r>
      <w:r w:rsidRPr="00C86F10">
        <w:t>durch seine leistungsstarke Kombination aus Design und Funktion</w:t>
      </w:r>
      <w:r>
        <w:t xml:space="preserve">. Auf der FENSTERBAU </w:t>
      </w:r>
      <w:r w:rsidR="0047584E">
        <w:t>ist</w:t>
      </w:r>
      <w:r>
        <w:t xml:space="preserve"> der Antrieb </w:t>
      </w:r>
      <w:r w:rsidR="0047584E">
        <w:t xml:space="preserve">erstmals </w:t>
      </w:r>
      <w:r>
        <w:t>in einer Matter-fähigen Ausführung</w:t>
      </w:r>
      <w:r w:rsidR="0047584E">
        <w:t xml:space="preserve"> zu sehen</w:t>
      </w:r>
      <w:r>
        <w:t>.</w:t>
      </w:r>
    </w:p>
    <w:p w14:paraId="0C806BF3" w14:textId="77777777" w:rsidR="00445361" w:rsidRDefault="00445361" w:rsidP="00445361"/>
    <w:p w14:paraId="5052868F" w14:textId="56FEB24A" w:rsidR="00CB7D2E" w:rsidRPr="00D129AE" w:rsidRDefault="00CB7D2E" w:rsidP="00CB7D2E">
      <w:pPr>
        <w:rPr>
          <w:bCs/>
          <w:i/>
        </w:rPr>
      </w:pPr>
      <w:r w:rsidRPr="00D129AE">
        <w:rPr>
          <w:bCs/>
          <w:i/>
        </w:rPr>
        <w:t xml:space="preserve">Motiv </w:t>
      </w:r>
      <w:r>
        <w:rPr>
          <w:bCs/>
          <w:i/>
        </w:rPr>
        <w:t>I</w:t>
      </w:r>
      <w:r w:rsidRPr="00D129AE">
        <w:rPr>
          <w:bCs/>
          <w:i/>
        </w:rPr>
        <w:t>II: SI</w:t>
      </w:r>
      <w:r>
        <w:rPr>
          <w:bCs/>
          <w:i/>
        </w:rPr>
        <w:t>E</w:t>
      </w:r>
      <w:r w:rsidRPr="00D129AE">
        <w:rPr>
          <w:bCs/>
          <w:i/>
        </w:rPr>
        <w:t>_</w:t>
      </w:r>
      <w:r>
        <w:rPr>
          <w:bCs/>
          <w:i/>
        </w:rPr>
        <w:t>PORTAL_</w:t>
      </w:r>
      <w:r w:rsidR="00E03D06" w:rsidRPr="00E03D06">
        <w:rPr>
          <w:bCs/>
          <w:i/>
        </w:rPr>
        <w:t>GFK-Schwelle_SKY_Presse</w:t>
      </w:r>
      <w:r w:rsidRPr="00D129AE">
        <w:rPr>
          <w:bCs/>
          <w:i/>
        </w:rPr>
        <w:t xml:space="preserve">.jpg </w:t>
      </w:r>
    </w:p>
    <w:p w14:paraId="2A1602AF" w14:textId="08C42975" w:rsidR="00CB7D2E" w:rsidRPr="00D129AE" w:rsidRDefault="00312211" w:rsidP="005E1468">
      <w:r>
        <w:t>Ab sofort sind ECO PASS Bodenschwellen auch in einer Ausführung aus glasfaserverstärktem Kunststoff (GFK) erhältlich. Das erlaubt Verarbeitern, den Durchgang nach draußen noch vielseitiger an individuelle Kundenanforderungen anzupassen.</w:t>
      </w:r>
    </w:p>
    <w:p w14:paraId="452DBE69" w14:textId="77777777" w:rsidR="00445361" w:rsidRDefault="00445361" w:rsidP="00445361"/>
    <w:p w14:paraId="7C27943D" w14:textId="07897738" w:rsidR="00CB7D2E" w:rsidRPr="00D129AE" w:rsidRDefault="00CB7D2E" w:rsidP="00CB7D2E">
      <w:pPr>
        <w:rPr>
          <w:bCs/>
          <w:i/>
        </w:rPr>
      </w:pPr>
      <w:r w:rsidRPr="00D129AE">
        <w:rPr>
          <w:bCs/>
          <w:i/>
        </w:rPr>
        <w:t xml:space="preserve">Motiv </w:t>
      </w:r>
      <w:r>
        <w:rPr>
          <w:bCs/>
          <w:i/>
        </w:rPr>
        <w:t>IV</w:t>
      </w:r>
      <w:r w:rsidRPr="00D129AE">
        <w:rPr>
          <w:bCs/>
          <w:i/>
        </w:rPr>
        <w:t>: SI</w:t>
      </w:r>
      <w:r>
        <w:rPr>
          <w:bCs/>
          <w:i/>
        </w:rPr>
        <w:t>E</w:t>
      </w:r>
      <w:r w:rsidRPr="00D129AE">
        <w:rPr>
          <w:bCs/>
          <w:i/>
        </w:rPr>
        <w:t>_</w:t>
      </w:r>
      <w:r>
        <w:rPr>
          <w:bCs/>
          <w:i/>
        </w:rPr>
        <w:t>TITAN</w:t>
      </w:r>
      <w:r w:rsidR="00730909">
        <w:rPr>
          <w:bCs/>
          <w:i/>
        </w:rPr>
        <w:t>_Oe</w:t>
      </w:r>
      <w:r w:rsidR="00E8721F" w:rsidRPr="00E8721F">
        <w:rPr>
          <w:bCs/>
          <w:i/>
        </w:rPr>
        <w:t>ffnungsbegrenzer 90 Grad_Detail_RGB</w:t>
      </w:r>
      <w:r w:rsidRPr="00D129AE">
        <w:rPr>
          <w:bCs/>
          <w:i/>
        </w:rPr>
        <w:t xml:space="preserve">.jpg </w:t>
      </w:r>
    </w:p>
    <w:p w14:paraId="2310A05D" w14:textId="77777777" w:rsidR="000E1DB8" w:rsidRDefault="000E1DB8" w:rsidP="000E1DB8">
      <w:pPr>
        <w:jc w:val="both"/>
      </w:pPr>
      <w:r>
        <w:t>Der neue TITAN Öffnungsbegrenzer 90° begrenzt die Öffnungsweite beim Drehöffnen auf 90° und verhindert so das Aufprallen des Flügels an der Laibung oder an Einrichtungsgegenständen. Das schützt Flügel und Bandseite.</w:t>
      </w:r>
    </w:p>
    <w:p w14:paraId="190AAE81" w14:textId="309018B5" w:rsidR="00CB7D2E" w:rsidRDefault="000E1DB8" w:rsidP="000E1DB8">
      <w:pPr>
        <w:jc w:val="both"/>
      </w:pPr>
      <w:r>
        <w:t xml:space="preserve"> </w:t>
      </w:r>
    </w:p>
    <w:p w14:paraId="57B07102" w14:textId="3FAF561E" w:rsidR="00CB7D2E" w:rsidRPr="00D129AE" w:rsidRDefault="00CB7D2E" w:rsidP="00CB7D2E">
      <w:pPr>
        <w:rPr>
          <w:bCs/>
          <w:i/>
        </w:rPr>
      </w:pPr>
      <w:r w:rsidRPr="00D129AE">
        <w:rPr>
          <w:bCs/>
          <w:i/>
        </w:rPr>
        <w:t xml:space="preserve">Motiv </w:t>
      </w:r>
      <w:r>
        <w:rPr>
          <w:bCs/>
          <w:i/>
        </w:rPr>
        <w:t>V</w:t>
      </w:r>
      <w:r w:rsidRPr="00D129AE">
        <w:rPr>
          <w:bCs/>
          <w:i/>
        </w:rPr>
        <w:t>: SI</w:t>
      </w:r>
      <w:r>
        <w:rPr>
          <w:bCs/>
          <w:i/>
        </w:rPr>
        <w:t>E</w:t>
      </w:r>
      <w:r w:rsidRPr="00D129AE">
        <w:rPr>
          <w:bCs/>
          <w:i/>
        </w:rPr>
        <w:t>_</w:t>
      </w:r>
      <w:r>
        <w:rPr>
          <w:bCs/>
          <w:i/>
        </w:rPr>
        <w:t>TITAN_</w:t>
      </w:r>
      <w:r w:rsidR="00E8721F" w:rsidRPr="00E8721F">
        <w:rPr>
          <w:bCs/>
          <w:i/>
        </w:rPr>
        <w:t>Oeffnungsbegrenzer 90 Grad_Interieur_RGB</w:t>
      </w:r>
      <w:r w:rsidRPr="00D129AE">
        <w:rPr>
          <w:bCs/>
          <w:i/>
        </w:rPr>
        <w:t xml:space="preserve">.jpg </w:t>
      </w:r>
    </w:p>
    <w:p w14:paraId="603004A4" w14:textId="0F106C7B" w:rsidR="00CB7D2E" w:rsidRDefault="000E1DB8" w:rsidP="00642F8A">
      <w:pPr>
        <w:jc w:val="both"/>
      </w:pPr>
      <w:r w:rsidRPr="00142382">
        <w:rPr>
          <w:szCs w:val="20"/>
        </w:rPr>
        <w:t xml:space="preserve">Ein echtes Alleinstellungsmerkmal </w:t>
      </w:r>
      <w:r w:rsidR="00642F8A">
        <w:rPr>
          <w:szCs w:val="20"/>
        </w:rPr>
        <w:t xml:space="preserve">des </w:t>
      </w:r>
      <w:r w:rsidR="00642F8A">
        <w:t xml:space="preserve">TITAN Öffnungsbegrenzers 90° </w:t>
      </w:r>
      <w:r w:rsidRPr="00142382">
        <w:rPr>
          <w:szCs w:val="20"/>
        </w:rPr>
        <w:t>ist die erfolgreiche Prüfung gemäß DOEB-</w:t>
      </w:r>
      <w:r w:rsidRPr="00A57FBF">
        <w:t>Richtlinie. Für Raumkomfort sorgt die zuverlässige Endlagendämpfung</w:t>
      </w:r>
      <w:r>
        <w:t xml:space="preserve"> für das Abbremsen des</w:t>
      </w:r>
      <w:r w:rsidRPr="00A57FBF">
        <w:t xml:space="preserve"> Flügel</w:t>
      </w:r>
      <w:r>
        <w:t>s</w:t>
      </w:r>
      <w:r w:rsidRPr="00A57FBF">
        <w:t xml:space="preserve"> vor Erreichen der 90°-Stellung</w:t>
      </w:r>
      <w:r>
        <w:t>.</w:t>
      </w:r>
    </w:p>
    <w:p w14:paraId="663B3D96" w14:textId="77777777" w:rsidR="00CB7D2E" w:rsidRDefault="00CB7D2E" w:rsidP="005E1468"/>
    <w:p w14:paraId="48D0A11B" w14:textId="44878E45" w:rsidR="00E8721F" w:rsidRPr="00D129AE" w:rsidRDefault="00E8721F" w:rsidP="00E8721F">
      <w:pPr>
        <w:rPr>
          <w:bCs/>
          <w:i/>
        </w:rPr>
      </w:pPr>
      <w:r w:rsidRPr="00D129AE">
        <w:rPr>
          <w:bCs/>
          <w:i/>
        </w:rPr>
        <w:t xml:space="preserve">Motiv </w:t>
      </w:r>
      <w:r>
        <w:rPr>
          <w:bCs/>
          <w:i/>
        </w:rPr>
        <w:t>V</w:t>
      </w:r>
      <w:r w:rsidR="00A051E7">
        <w:rPr>
          <w:bCs/>
          <w:i/>
        </w:rPr>
        <w:t>I</w:t>
      </w:r>
      <w:r w:rsidRPr="00D129AE">
        <w:rPr>
          <w:bCs/>
          <w:i/>
        </w:rPr>
        <w:t>: SI</w:t>
      </w:r>
      <w:r>
        <w:rPr>
          <w:bCs/>
          <w:i/>
        </w:rPr>
        <w:t>E</w:t>
      </w:r>
      <w:r w:rsidRPr="00D129AE">
        <w:rPr>
          <w:bCs/>
          <w:i/>
        </w:rPr>
        <w:t>_</w:t>
      </w:r>
      <w:r>
        <w:rPr>
          <w:bCs/>
          <w:i/>
        </w:rPr>
        <w:t>TITAN_</w:t>
      </w:r>
      <w:r w:rsidRPr="00E8721F">
        <w:rPr>
          <w:bCs/>
          <w:i/>
        </w:rPr>
        <w:t>TITAN axxent 180 Grad_Terrassentür geöffnet</w:t>
      </w:r>
      <w:r w:rsidRPr="00D129AE">
        <w:rPr>
          <w:bCs/>
          <w:i/>
        </w:rPr>
        <w:t xml:space="preserve">.jpg </w:t>
      </w:r>
    </w:p>
    <w:p w14:paraId="06C16952" w14:textId="7066FDC3" w:rsidR="00E8721F" w:rsidRDefault="00642F8A" w:rsidP="00E8721F">
      <w:r>
        <w:t>Mit einer maximalen Öffnungsweite von 180° bei Flügelgewichten von bis zu 80 kg spart die neue, verdeckt liegende Bandseite TITAN axxent 180° wertvollen Platz im Innenraum und überzeugt durch eine verdeckt liegende Technik.</w:t>
      </w:r>
    </w:p>
    <w:p w14:paraId="44F22077" w14:textId="77777777" w:rsidR="00E8721F" w:rsidRDefault="00E8721F" w:rsidP="00E8721F"/>
    <w:p w14:paraId="7F5E88E9" w14:textId="77777777" w:rsidR="00730909" w:rsidRDefault="00730909" w:rsidP="00E8721F"/>
    <w:p w14:paraId="5F4152AA" w14:textId="77777777" w:rsidR="00730909" w:rsidRDefault="00730909" w:rsidP="00E8721F"/>
    <w:p w14:paraId="2AF503AF" w14:textId="104BB2D6" w:rsidR="00E8721F" w:rsidRPr="00D129AE" w:rsidRDefault="00E8721F" w:rsidP="00E8721F">
      <w:pPr>
        <w:rPr>
          <w:bCs/>
          <w:i/>
        </w:rPr>
      </w:pPr>
      <w:r w:rsidRPr="00D129AE">
        <w:rPr>
          <w:bCs/>
          <w:i/>
        </w:rPr>
        <w:lastRenderedPageBreak/>
        <w:t xml:space="preserve">Motiv </w:t>
      </w:r>
      <w:r>
        <w:rPr>
          <w:bCs/>
          <w:i/>
        </w:rPr>
        <w:t>V</w:t>
      </w:r>
      <w:r w:rsidR="00A051E7">
        <w:rPr>
          <w:bCs/>
          <w:i/>
        </w:rPr>
        <w:t>II</w:t>
      </w:r>
      <w:r w:rsidRPr="00D129AE">
        <w:rPr>
          <w:bCs/>
          <w:i/>
        </w:rPr>
        <w:t>: SI</w:t>
      </w:r>
      <w:r>
        <w:rPr>
          <w:bCs/>
          <w:i/>
        </w:rPr>
        <w:t>E</w:t>
      </w:r>
      <w:r w:rsidRPr="00D129AE">
        <w:rPr>
          <w:bCs/>
          <w:i/>
        </w:rPr>
        <w:t>_</w:t>
      </w:r>
      <w:r>
        <w:rPr>
          <w:bCs/>
          <w:i/>
        </w:rPr>
        <w:t>TITAN_</w:t>
      </w:r>
      <w:r w:rsidRPr="00E8721F">
        <w:rPr>
          <w:bCs/>
          <w:i/>
        </w:rPr>
        <w:t>Bandseite TITAN Holz_Keyvisual_Interieur</w:t>
      </w:r>
      <w:r w:rsidRPr="00D129AE">
        <w:rPr>
          <w:bCs/>
          <w:i/>
        </w:rPr>
        <w:t xml:space="preserve">.jpg </w:t>
      </w:r>
    </w:p>
    <w:p w14:paraId="149B0F98" w14:textId="56FAB4E8" w:rsidR="00E8721F" w:rsidRDefault="00A051E7" w:rsidP="00E8721F">
      <w:r>
        <w:t>Die Bandseite TITAN Holz trägt Flügelgewichte bis 150 kg zuverlässig</w:t>
      </w:r>
      <w:r w:rsidRPr="00A06D35">
        <w:t>. Höchste Langlebigkeit belegt die erfolgreiche Prüfung in der Dauerfunktionsklasse H3 (DIN EN 1</w:t>
      </w:r>
      <w:r>
        <w:t>3</w:t>
      </w:r>
      <w:r w:rsidRPr="00A06D35">
        <w:t>126-8) mit 20.000 Zyklen.</w:t>
      </w:r>
      <w:r>
        <w:t xml:space="preserve"> </w:t>
      </w:r>
    </w:p>
    <w:p w14:paraId="71405593" w14:textId="77777777" w:rsidR="00445361" w:rsidRDefault="00445361" w:rsidP="00445361"/>
    <w:p w14:paraId="1C85B999" w14:textId="79E6E39E" w:rsidR="001306AC" w:rsidRPr="00D129AE" w:rsidRDefault="001306AC" w:rsidP="001306AC">
      <w:pPr>
        <w:rPr>
          <w:bCs/>
          <w:i/>
        </w:rPr>
      </w:pPr>
      <w:r w:rsidRPr="00D129AE">
        <w:rPr>
          <w:bCs/>
          <w:i/>
        </w:rPr>
        <w:t xml:space="preserve">Motiv </w:t>
      </w:r>
      <w:r>
        <w:rPr>
          <w:bCs/>
          <w:i/>
        </w:rPr>
        <w:t>VIII</w:t>
      </w:r>
      <w:r w:rsidRPr="00D129AE">
        <w:rPr>
          <w:bCs/>
          <w:i/>
        </w:rPr>
        <w:t>: SI</w:t>
      </w:r>
      <w:r>
        <w:rPr>
          <w:bCs/>
          <w:i/>
        </w:rPr>
        <w:t>E</w:t>
      </w:r>
      <w:r w:rsidRPr="00D129AE">
        <w:rPr>
          <w:bCs/>
          <w:i/>
        </w:rPr>
        <w:t>_</w:t>
      </w:r>
      <w:r>
        <w:rPr>
          <w:bCs/>
          <w:i/>
        </w:rPr>
        <w:t>DRIVE_</w:t>
      </w:r>
      <w:r w:rsidR="00730909" w:rsidRPr="00730909">
        <w:rPr>
          <w:bCs/>
          <w:i/>
        </w:rPr>
        <w:t>Smarter Fenstergriff_KF-Fenster_weiß_Presse</w:t>
      </w:r>
      <w:r w:rsidRPr="00D129AE">
        <w:rPr>
          <w:bCs/>
          <w:i/>
        </w:rPr>
        <w:t xml:space="preserve">.jpg </w:t>
      </w:r>
    </w:p>
    <w:p w14:paraId="512DDBC0" w14:textId="77777777" w:rsidR="001306AC" w:rsidRPr="00D129AE" w:rsidRDefault="001306AC" w:rsidP="001306AC">
      <w:r w:rsidRPr="00E378C0">
        <w:rPr>
          <w:rFonts w:cs="Arial"/>
          <w:szCs w:val="20"/>
        </w:rPr>
        <w:t xml:space="preserve">Der smarte Fenstergriff von SIEGENIA </w:t>
      </w:r>
      <w:r w:rsidRPr="00E378C0">
        <w:rPr>
          <w:rStyle w:val="fontstyle01"/>
          <w:rFonts w:ascii="Arial" w:hAnsi="Arial" w:cs="Arial"/>
          <w:sz w:val="20"/>
          <w:szCs w:val="20"/>
        </w:rPr>
        <w:t xml:space="preserve">unterstützt über den Standard Matter die Einbindung in Smart-Home-Systeme. Jetzt in der 2. Generation erhältlich, zeichnet er sich durch </w:t>
      </w:r>
      <w:r w:rsidRPr="00E378C0">
        <w:rPr>
          <w:rFonts w:cs="Arial"/>
          <w:szCs w:val="20"/>
        </w:rPr>
        <w:t>stabile Funkverbindungen und eine präzise Öffnungsüberwachung aus</w:t>
      </w:r>
      <w:r w:rsidRPr="00E378C0">
        <w:rPr>
          <w:rStyle w:val="fontstyle01"/>
          <w:rFonts w:ascii="Arial" w:hAnsi="Arial" w:cs="Arial"/>
          <w:sz w:val="20"/>
          <w:szCs w:val="20"/>
        </w:rPr>
        <w:t>.</w:t>
      </w:r>
    </w:p>
    <w:p w14:paraId="6754454A" w14:textId="77777777" w:rsidR="001306AC" w:rsidRDefault="001306AC" w:rsidP="001306AC"/>
    <w:p w14:paraId="26F32158" w14:textId="49BA91A8" w:rsidR="001306AC" w:rsidRPr="00D129AE" w:rsidRDefault="001306AC" w:rsidP="001306AC">
      <w:pPr>
        <w:rPr>
          <w:bCs/>
          <w:i/>
        </w:rPr>
      </w:pPr>
      <w:r w:rsidRPr="00D129AE">
        <w:rPr>
          <w:bCs/>
          <w:i/>
        </w:rPr>
        <w:t xml:space="preserve">Motiv </w:t>
      </w:r>
      <w:r>
        <w:rPr>
          <w:bCs/>
          <w:i/>
        </w:rPr>
        <w:t>IX</w:t>
      </w:r>
      <w:r w:rsidRPr="00D129AE">
        <w:rPr>
          <w:bCs/>
          <w:i/>
        </w:rPr>
        <w:t>: SI</w:t>
      </w:r>
      <w:r>
        <w:rPr>
          <w:bCs/>
          <w:i/>
        </w:rPr>
        <w:t>E</w:t>
      </w:r>
      <w:r w:rsidRPr="00D129AE">
        <w:rPr>
          <w:bCs/>
          <w:i/>
        </w:rPr>
        <w:t>_</w:t>
      </w:r>
      <w:r>
        <w:rPr>
          <w:bCs/>
          <w:i/>
        </w:rPr>
        <w:t>DRIVE_</w:t>
      </w:r>
      <w:r w:rsidR="00730909" w:rsidRPr="00730909">
        <w:rPr>
          <w:bCs/>
          <w:i/>
        </w:rPr>
        <w:t>smarter Sensor_Detail verdeckter Einbau_Presse_groß</w:t>
      </w:r>
      <w:r w:rsidRPr="00D129AE">
        <w:rPr>
          <w:bCs/>
          <w:i/>
        </w:rPr>
        <w:t xml:space="preserve">.jpg </w:t>
      </w:r>
    </w:p>
    <w:p w14:paraId="5852F14D" w14:textId="77777777" w:rsidR="001306AC" w:rsidRDefault="001306AC" w:rsidP="001306AC">
      <w:r>
        <w:t xml:space="preserve">Der smarte Sensor von SIEGENIA erlaubt die verlässliche Zustandsüberwachung von Fenstern, Fenstertüren und Großflächenelementen. Der Matter-fähige Sensor ist kompatibel mit gängigen Smart-Home-Systemen und lässt sich in </w:t>
      </w:r>
      <w:r w:rsidRPr="007D472F">
        <w:t xml:space="preserve">intelligente Szenarien </w:t>
      </w:r>
      <w:r>
        <w:t>einbinden</w:t>
      </w:r>
      <w:r w:rsidRPr="007D472F">
        <w:t xml:space="preserve">. </w:t>
      </w:r>
    </w:p>
    <w:p w14:paraId="5EE8FE7D" w14:textId="77777777" w:rsidR="001306AC" w:rsidRPr="00ED6392" w:rsidRDefault="001306AC" w:rsidP="001306AC"/>
    <w:p w14:paraId="550A1165" w14:textId="77777777" w:rsidR="00736C02" w:rsidRPr="00736C02" w:rsidRDefault="00736C02" w:rsidP="00736C02">
      <w:pPr>
        <w:rPr>
          <w:bCs/>
          <w:i/>
        </w:rPr>
      </w:pPr>
      <w:r w:rsidRPr="00736C02">
        <w:rPr>
          <w:bCs/>
          <w:i/>
        </w:rPr>
        <w:t>Motiv X: SIE_ALU_</w:t>
      </w:r>
      <w:r w:rsidRPr="00736C02">
        <w:t xml:space="preserve"> </w:t>
      </w:r>
      <w:r w:rsidRPr="00736C02">
        <w:rPr>
          <w:bCs/>
          <w:i/>
        </w:rPr>
        <w:t xml:space="preserve">ALU XT_Koppelelement_RoPiBo.jpg </w:t>
      </w:r>
    </w:p>
    <w:p w14:paraId="7E4A3E95" w14:textId="77777777" w:rsidR="00736C02" w:rsidRPr="00736C02" w:rsidRDefault="00736C02" w:rsidP="00736C02">
      <w:r w:rsidRPr="00736C02">
        <w:t xml:space="preserve">Völlig neuartig: Der ALU XT von SIEGENIA setzt Maßstäbe und reduziert die Anschlagzeiten in der Fertigung deutlich. Zu seinen großen Stärken zählen die richtungsweisende Schubstangentechnologie und die innovativen Koppelstellen. </w:t>
      </w:r>
    </w:p>
    <w:p w14:paraId="014FD3BE" w14:textId="77777777" w:rsidR="00736C02" w:rsidRPr="00736C02" w:rsidRDefault="00736C02" w:rsidP="00736C02"/>
    <w:p w14:paraId="6E7ACC01" w14:textId="77777777" w:rsidR="00736C02" w:rsidRPr="00736C02" w:rsidRDefault="00736C02" w:rsidP="00736C02">
      <w:pPr>
        <w:rPr>
          <w:bCs/>
          <w:i/>
        </w:rPr>
      </w:pPr>
      <w:r w:rsidRPr="00736C02">
        <w:rPr>
          <w:bCs/>
          <w:i/>
        </w:rPr>
        <w:t>Motiv XI: SIE_ALU_</w:t>
      </w:r>
      <w:r w:rsidRPr="00736C02">
        <w:t xml:space="preserve"> </w:t>
      </w:r>
      <w:r w:rsidRPr="00736C02">
        <w:rPr>
          <w:bCs/>
          <w:i/>
        </w:rPr>
        <w:t xml:space="preserve">ALU XT_Schere.jpg </w:t>
      </w:r>
    </w:p>
    <w:p w14:paraId="77F1341A" w14:textId="77777777" w:rsidR="00736C02" w:rsidRDefault="00736C02" w:rsidP="00736C02">
      <w:r w:rsidRPr="00736C02">
        <w:t>Die Montage des ALU XT wird durch selbstpositionierende, einschwenkbare Beschlagbauteile mit einfacher Sicherung und einer flexiblen Montagereihenfolge effizient gestaltet.</w:t>
      </w:r>
    </w:p>
    <w:p w14:paraId="7B68CAD8" w14:textId="77777777" w:rsidR="00736C02" w:rsidRDefault="00736C02" w:rsidP="00736C02"/>
    <w:p w14:paraId="7E3AB4FB" w14:textId="77777777" w:rsidR="00736C02" w:rsidRPr="00D129AE" w:rsidRDefault="00736C02" w:rsidP="00736C02">
      <w:pPr>
        <w:rPr>
          <w:bCs/>
          <w:i/>
        </w:rPr>
      </w:pPr>
      <w:r w:rsidRPr="00D129AE">
        <w:rPr>
          <w:bCs/>
          <w:i/>
        </w:rPr>
        <w:t xml:space="preserve">Motiv </w:t>
      </w:r>
      <w:r>
        <w:rPr>
          <w:bCs/>
          <w:i/>
        </w:rPr>
        <w:t>XII</w:t>
      </w:r>
      <w:r w:rsidRPr="00D129AE">
        <w:rPr>
          <w:bCs/>
          <w:i/>
        </w:rPr>
        <w:t>: SI</w:t>
      </w:r>
      <w:r>
        <w:rPr>
          <w:bCs/>
          <w:i/>
        </w:rPr>
        <w:t>E</w:t>
      </w:r>
      <w:r w:rsidRPr="00D129AE">
        <w:rPr>
          <w:bCs/>
          <w:i/>
        </w:rPr>
        <w:t>_</w:t>
      </w:r>
      <w:r>
        <w:rPr>
          <w:bCs/>
          <w:i/>
        </w:rPr>
        <w:t>KFV_</w:t>
      </w:r>
      <w:r w:rsidRPr="003A11EB">
        <w:t xml:space="preserve"> </w:t>
      </w:r>
      <w:r w:rsidRPr="003A11EB">
        <w:rPr>
          <w:bCs/>
          <w:i/>
        </w:rPr>
        <w:t>Sensor</w:t>
      </w:r>
      <w:r>
        <w:rPr>
          <w:bCs/>
          <w:i/>
        </w:rPr>
        <w:t>-</w:t>
      </w:r>
      <w:r w:rsidRPr="003A11EB">
        <w:rPr>
          <w:bCs/>
          <w:i/>
        </w:rPr>
        <w:t>Türgriff_Innenseite_Presse</w:t>
      </w:r>
      <w:r w:rsidRPr="00D129AE">
        <w:rPr>
          <w:bCs/>
          <w:i/>
        </w:rPr>
        <w:t xml:space="preserve">.jpg </w:t>
      </w:r>
    </w:p>
    <w:p w14:paraId="2D3DEC68" w14:textId="74F0C6CC" w:rsidR="00736C02" w:rsidRDefault="00736C02" w:rsidP="00736C02">
      <w:r>
        <w:t xml:space="preserve">Als </w:t>
      </w:r>
      <w:r w:rsidRPr="00142382">
        <w:t>innovative</w:t>
      </w:r>
      <w:r>
        <w:t>s</w:t>
      </w:r>
      <w:r w:rsidRPr="00142382">
        <w:t xml:space="preserve"> Bedienkonzept für die Haustür der Zukunft</w:t>
      </w:r>
      <w:r>
        <w:t xml:space="preserve"> macht der Sensor-Türgriff das </w:t>
      </w:r>
      <w:r w:rsidRPr="00142382">
        <w:t>Öffnen von Türen auf der Innenseite des Gebäudes intuitiver, komfortabler und schneller denn je</w:t>
      </w:r>
      <w:r>
        <w:t>. Optisch wertig ist seine elegante Griffmulde.</w:t>
      </w:r>
    </w:p>
    <w:p w14:paraId="3BA328EC" w14:textId="77777777" w:rsidR="00736C02" w:rsidRDefault="00736C02" w:rsidP="00736C02"/>
    <w:p w14:paraId="1F3F64D7" w14:textId="77777777" w:rsidR="001306AC" w:rsidRPr="00D129AE" w:rsidRDefault="001306AC" w:rsidP="001306AC">
      <w:pPr>
        <w:rPr>
          <w:bCs/>
          <w:i/>
        </w:rPr>
      </w:pPr>
      <w:r w:rsidRPr="00D129AE">
        <w:rPr>
          <w:bCs/>
          <w:i/>
        </w:rPr>
        <w:t xml:space="preserve">Motiv </w:t>
      </w:r>
      <w:r>
        <w:rPr>
          <w:bCs/>
          <w:i/>
        </w:rPr>
        <w:t>XIII</w:t>
      </w:r>
      <w:r w:rsidRPr="00D129AE">
        <w:rPr>
          <w:bCs/>
          <w:i/>
        </w:rPr>
        <w:t>: SI</w:t>
      </w:r>
      <w:r>
        <w:rPr>
          <w:bCs/>
          <w:i/>
        </w:rPr>
        <w:t>E</w:t>
      </w:r>
      <w:r w:rsidRPr="00D129AE">
        <w:rPr>
          <w:bCs/>
          <w:i/>
        </w:rPr>
        <w:t>_</w:t>
      </w:r>
      <w:r>
        <w:rPr>
          <w:bCs/>
          <w:i/>
        </w:rPr>
        <w:t>KFV_</w:t>
      </w:r>
      <w:r w:rsidRPr="003A11EB">
        <w:t xml:space="preserve"> </w:t>
      </w:r>
      <w:r w:rsidRPr="003A11EB">
        <w:rPr>
          <w:bCs/>
          <w:i/>
        </w:rPr>
        <w:t>Türband axxent 750 ALU_Schwarz_Detail_Einbau_Presse</w:t>
      </w:r>
      <w:r w:rsidRPr="00D129AE">
        <w:rPr>
          <w:bCs/>
          <w:i/>
        </w:rPr>
        <w:t xml:space="preserve">.jpg </w:t>
      </w:r>
    </w:p>
    <w:p w14:paraId="5E0C5516" w14:textId="77777777" w:rsidR="001306AC" w:rsidRDefault="001306AC" w:rsidP="001306AC">
      <w:r>
        <w:t>D</w:t>
      </w:r>
      <w:r w:rsidRPr="00894709">
        <w:t>as verdeckt liegende Türband axxent 750 ALU</w:t>
      </w:r>
      <w:r>
        <w:t xml:space="preserve"> </w:t>
      </w:r>
      <w:r w:rsidRPr="00142382">
        <w:t xml:space="preserve">für Haustüren aus Aluminium verbindet eine </w:t>
      </w:r>
      <w:r>
        <w:t>edle</w:t>
      </w:r>
      <w:r w:rsidRPr="00142382">
        <w:t xml:space="preserve"> Optik </w:t>
      </w:r>
      <w:r>
        <w:t xml:space="preserve">auch </w:t>
      </w:r>
      <w:r w:rsidRPr="00142382">
        <w:t>in der Trendfarbe Schwarz mit Zusatzvorteilen</w:t>
      </w:r>
      <w:r w:rsidRPr="00894709">
        <w:t>.</w:t>
      </w:r>
      <w:r>
        <w:t xml:space="preserve"> Mit seiner hohen Tragkraft von bis zu 140 kg schafft es beste Voraussetzungen für Energieeffizienz. </w:t>
      </w:r>
    </w:p>
    <w:p w14:paraId="1A2903B0" w14:textId="77777777" w:rsidR="001306AC" w:rsidRDefault="001306AC" w:rsidP="001306AC"/>
    <w:p w14:paraId="5AF78E72" w14:textId="77777777" w:rsidR="00736C02" w:rsidRDefault="00736C02" w:rsidP="001306AC"/>
    <w:p w14:paraId="1F59B70D" w14:textId="77777777" w:rsidR="00736C02" w:rsidRDefault="00736C02" w:rsidP="001306AC"/>
    <w:p w14:paraId="2AE5C9F8" w14:textId="77777777" w:rsidR="00736C02" w:rsidRDefault="00736C02" w:rsidP="001306AC"/>
    <w:p w14:paraId="327F307C" w14:textId="77777777" w:rsidR="001306AC" w:rsidRPr="00D129AE" w:rsidRDefault="001306AC" w:rsidP="001306AC">
      <w:pPr>
        <w:rPr>
          <w:bCs/>
          <w:i/>
        </w:rPr>
      </w:pPr>
      <w:r w:rsidRPr="00D129AE">
        <w:rPr>
          <w:bCs/>
          <w:i/>
        </w:rPr>
        <w:t xml:space="preserve">Motiv </w:t>
      </w:r>
      <w:r>
        <w:rPr>
          <w:bCs/>
          <w:i/>
        </w:rPr>
        <w:t>XIV</w:t>
      </w:r>
      <w:r w:rsidRPr="00D129AE">
        <w:rPr>
          <w:bCs/>
          <w:i/>
        </w:rPr>
        <w:t>: SI</w:t>
      </w:r>
      <w:r>
        <w:rPr>
          <w:bCs/>
          <w:i/>
        </w:rPr>
        <w:t>E</w:t>
      </w:r>
      <w:r w:rsidRPr="00D129AE">
        <w:rPr>
          <w:bCs/>
          <w:i/>
        </w:rPr>
        <w:t>_</w:t>
      </w:r>
      <w:r>
        <w:rPr>
          <w:bCs/>
          <w:i/>
        </w:rPr>
        <w:t>AERO_</w:t>
      </w:r>
      <w:r w:rsidRPr="003A11EB">
        <w:t xml:space="preserve"> </w:t>
      </w:r>
      <w:r w:rsidRPr="003A11EB">
        <w:rPr>
          <w:bCs/>
          <w:i/>
        </w:rPr>
        <w:t>AEROMAT VT_Buero_Einbau_Laibung</w:t>
      </w:r>
      <w:r w:rsidRPr="00D129AE">
        <w:rPr>
          <w:bCs/>
          <w:i/>
        </w:rPr>
        <w:t xml:space="preserve">.jpg </w:t>
      </w:r>
    </w:p>
    <w:p w14:paraId="5473CBB4" w14:textId="77777777" w:rsidR="001306AC" w:rsidRDefault="001306AC" w:rsidP="001306AC">
      <w:r>
        <w:t>Der AEROMAT VT verbindet e</w:t>
      </w:r>
      <w:r w:rsidRPr="003E00C5">
        <w:t xml:space="preserve">ine </w:t>
      </w:r>
      <w:r>
        <w:t xml:space="preserve">leistungsstarke </w:t>
      </w:r>
      <w:r w:rsidRPr="003E00C5">
        <w:t>Schalldämmung</w:t>
      </w:r>
      <w:r>
        <w:t xml:space="preserve"> mit einer </w:t>
      </w:r>
      <w:r w:rsidRPr="003E00C5">
        <w:t>hohe</w:t>
      </w:r>
      <w:r>
        <w:t>n</w:t>
      </w:r>
      <w:r w:rsidRPr="003E00C5">
        <w:t xml:space="preserve"> Luftleistung</w:t>
      </w:r>
      <w:r>
        <w:t xml:space="preserve"> und Energieeffizienz: Sowohl der AEROMAT VT WRG als auch der </w:t>
      </w:r>
      <w:r w:rsidRPr="00142382">
        <w:t xml:space="preserve">AEROMAT VT WRG plus </w:t>
      </w:r>
      <w:r>
        <w:t>verfügen über eine</w:t>
      </w:r>
      <w:r w:rsidRPr="00142382">
        <w:t xml:space="preserve"> Wärmerückgewinnung von </w:t>
      </w:r>
      <w:r>
        <w:t xml:space="preserve">über 90 </w:t>
      </w:r>
      <w:r w:rsidRPr="00142382">
        <w:t>%.</w:t>
      </w:r>
    </w:p>
    <w:p w14:paraId="795A9D3E" w14:textId="77777777" w:rsidR="001306AC" w:rsidRDefault="001306AC" w:rsidP="001306AC"/>
    <w:p w14:paraId="244F4019" w14:textId="77777777" w:rsidR="001306AC" w:rsidRPr="00D129AE" w:rsidRDefault="001306AC" w:rsidP="001306AC">
      <w:pPr>
        <w:rPr>
          <w:bCs/>
          <w:i/>
        </w:rPr>
      </w:pPr>
      <w:r w:rsidRPr="00D129AE">
        <w:rPr>
          <w:bCs/>
          <w:i/>
        </w:rPr>
        <w:t xml:space="preserve">Motiv </w:t>
      </w:r>
      <w:r>
        <w:rPr>
          <w:bCs/>
          <w:i/>
        </w:rPr>
        <w:t>XV</w:t>
      </w:r>
      <w:r w:rsidRPr="00D129AE">
        <w:rPr>
          <w:bCs/>
          <w:i/>
        </w:rPr>
        <w:t>: SI</w:t>
      </w:r>
      <w:r>
        <w:rPr>
          <w:bCs/>
          <w:i/>
        </w:rPr>
        <w:t>E</w:t>
      </w:r>
      <w:r w:rsidRPr="00D129AE">
        <w:rPr>
          <w:bCs/>
          <w:i/>
        </w:rPr>
        <w:t>_</w:t>
      </w:r>
      <w:r>
        <w:rPr>
          <w:bCs/>
          <w:i/>
        </w:rPr>
        <w:t>AERO_</w:t>
      </w:r>
      <w:r w:rsidRPr="00097F16">
        <w:t xml:space="preserve"> </w:t>
      </w:r>
      <w:r w:rsidRPr="00097F16">
        <w:rPr>
          <w:bCs/>
          <w:i/>
        </w:rPr>
        <w:t>Wandluefter_AEROPLUS_WRG_Neubau</w:t>
      </w:r>
      <w:r w:rsidRPr="00D129AE">
        <w:rPr>
          <w:bCs/>
          <w:i/>
        </w:rPr>
        <w:t xml:space="preserve">.jpg </w:t>
      </w:r>
    </w:p>
    <w:p w14:paraId="0F5ABA34" w14:textId="77777777" w:rsidR="001306AC" w:rsidRDefault="001306AC" w:rsidP="001306AC">
      <w:r>
        <w:t xml:space="preserve">Der Wandlüfter AEROPLUS WRG kombiniert eine Vielzahl an Leistungsmerkmalen, die in dieser Form einzigartig sind. Ein echtes Plus ist seine hohe Energieeffizienz: Mit einer </w:t>
      </w:r>
      <w:r w:rsidRPr="0040425F">
        <w:t xml:space="preserve">Wärmerückgewinnung von bis zu </w:t>
      </w:r>
      <w:r>
        <w:t>93</w:t>
      </w:r>
      <w:r w:rsidRPr="0040425F">
        <w:t xml:space="preserve"> %</w:t>
      </w:r>
      <w:r>
        <w:t xml:space="preserve"> ist der kompakte Lüfter</w:t>
      </w:r>
      <w:r w:rsidRPr="003E00C5">
        <w:t xml:space="preserve"> </w:t>
      </w:r>
      <w:r>
        <w:t>sogar förderfähig.</w:t>
      </w:r>
    </w:p>
    <w:p w14:paraId="26A61C6F" w14:textId="77777777" w:rsidR="001306AC" w:rsidRDefault="001306AC" w:rsidP="001306AC"/>
    <w:p w14:paraId="4D9D8300" w14:textId="77777777" w:rsidR="001306AC" w:rsidRPr="00D129AE" w:rsidRDefault="001306AC" w:rsidP="001306AC">
      <w:pPr>
        <w:rPr>
          <w:bCs/>
          <w:i/>
        </w:rPr>
      </w:pPr>
      <w:r w:rsidRPr="00D129AE">
        <w:rPr>
          <w:bCs/>
          <w:i/>
        </w:rPr>
        <w:t xml:space="preserve">Motiv </w:t>
      </w:r>
      <w:r>
        <w:rPr>
          <w:bCs/>
          <w:i/>
        </w:rPr>
        <w:t>XI</w:t>
      </w:r>
      <w:r w:rsidRPr="00D129AE">
        <w:rPr>
          <w:bCs/>
          <w:i/>
        </w:rPr>
        <w:t>: SI</w:t>
      </w:r>
      <w:r>
        <w:rPr>
          <w:bCs/>
          <w:i/>
        </w:rPr>
        <w:t>E</w:t>
      </w:r>
      <w:r w:rsidRPr="00D129AE">
        <w:rPr>
          <w:bCs/>
          <w:i/>
        </w:rPr>
        <w:t>_</w:t>
      </w:r>
      <w:r w:rsidRPr="000E1DB8">
        <w:rPr>
          <w:bCs/>
          <w:i/>
        </w:rPr>
        <w:t>ESG_Press Preview Fensterbau</w:t>
      </w:r>
      <w:r w:rsidRPr="00D129AE">
        <w:rPr>
          <w:bCs/>
          <w:i/>
        </w:rPr>
        <w:t xml:space="preserve">.jpg </w:t>
      </w:r>
    </w:p>
    <w:p w14:paraId="2EB76514" w14:textId="77777777" w:rsidR="001306AC" w:rsidRDefault="001306AC" w:rsidP="001306AC">
      <w:r w:rsidRPr="00AF77EF">
        <w:t>Die Entwicklung zukunftsweisender Produkte und Systeme</w:t>
      </w:r>
      <w:r>
        <w:t xml:space="preserve"> sowie</w:t>
      </w:r>
      <w:r w:rsidRPr="00AF77EF">
        <w:t xml:space="preserve"> anwendungsgenaue Services </w:t>
      </w:r>
      <w:r>
        <w:t xml:space="preserve">sind bei SIEGENIA eng mit </w:t>
      </w:r>
      <w:r w:rsidRPr="00AF77EF">
        <w:t>nachhaltige</w:t>
      </w:r>
      <w:r>
        <w:t xml:space="preserve">m </w:t>
      </w:r>
      <w:r w:rsidRPr="00AF77EF">
        <w:t>Denken und Handeln ver</w:t>
      </w:r>
      <w:r>
        <w:t>bunden</w:t>
      </w:r>
      <w:r w:rsidRPr="00AF77EF">
        <w:t>.</w:t>
      </w:r>
    </w:p>
    <w:p w14:paraId="4CAD6E15" w14:textId="77777777" w:rsidR="001306AC" w:rsidRDefault="001306AC" w:rsidP="001306AC"/>
    <w:p w14:paraId="395D7914" w14:textId="77777777" w:rsidR="00CB7D2E" w:rsidRDefault="00CB7D2E" w:rsidP="005E1468"/>
    <w:p w14:paraId="6875F8DF" w14:textId="77777777" w:rsidR="00CB7D2E" w:rsidRDefault="00CB7D2E" w:rsidP="005E1468"/>
    <w:p w14:paraId="3B483AD4" w14:textId="77777777" w:rsidR="00736C02" w:rsidRDefault="00736C02" w:rsidP="005E1468"/>
    <w:p w14:paraId="2F4A382F" w14:textId="77777777" w:rsidR="00736C02" w:rsidRDefault="00736C02" w:rsidP="005E1468"/>
    <w:p w14:paraId="0C943803" w14:textId="77777777" w:rsidR="00736C02" w:rsidRDefault="00736C02" w:rsidP="005E1468"/>
    <w:p w14:paraId="36D33FD4" w14:textId="77777777" w:rsidR="00CB7D2E" w:rsidRDefault="00CB7D2E" w:rsidP="005E1468"/>
    <w:p w14:paraId="154B6402" w14:textId="77777777" w:rsidR="008D7633" w:rsidRPr="00ED6392" w:rsidRDefault="008D7633" w:rsidP="008D7633"/>
    <w:p w14:paraId="08484AB1" w14:textId="77777777" w:rsidR="008D7633" w:rsidRDefault="008D7633" w:rsidP="008D7633">
      <w:pPr>
        <w:rPr>
          <w:szCs w:val="20"/>
        </w:rPr>
      </w:pPr>
    </w:p>
    <w:p w14:paraId="586610FC" w14:textId="77777777" w:rsidR="008D7633" w:rsidRPr="00E14DD8" w:rsidRDefault="008D7633" w:rsidP="008D7633">
      <w:pPr>
        <w:rPr>
          <w:szCs w:val="20"/>
        </w:rPr>
      </w:pPr>
    </w:p>
    <w:p w14:paraId="5EA68596" w14:textId="77777777" w:rsidR="008D7633" w:rsidRPr="00E14DD8" w:rsidRDefault="008D7633" w:rsidP="008D7633">
      <w:pPr>
        <w:rPr>
          <w:szCs w:val="20"/>
        </w:rPr>
      </w:pPr>
    </w:p>
    <w:p w14:paraId="355FB6DE" w14:textId="77777777" w:rsidR="008D7633" w:rsidRPr="00E14DD8" w:rsidRDefault="008D7633" w:rsidP="008D7633">
      <w:pPr>
        <w:rPr>
          <w:szCs w:val="20"/>
        </w:rPr>
      </w:pPr>
    </w:p>
    <w:p w14:paraId="33F7214A" w14:textId="77777777" w:rsidR="008D7633" w:rsidRPr="00E14DD8" w:rsidRDefault="008D7633" w:rsidP="008D7633">
      <w:pPr>
        <w:rPr>
          <w:szCs w:val="20"/>
        </w:rPr>
      </w:pPr>
    </w:p>
    <w:p w14:paraId="09F9BCC3" w14:textId="77777777" w:rsidR="00746050" w:rsidRPr="00E14DD8" w:rsidRDefault="00746050" w:rsidP="00746050">
      <w:pPr>
        <w:rPr>
          <w:szCs w:val="20"/>
        </w:rPr>
      </w:pPr>
    </w:p>
    <w:p w14:paraId="4CCB4341" w14:textId="77777777" w:rsidR="00746050" w:rsidRPr="00E14DD8" w:rsidRDefault="00746050" w:rsidP="00746050"/>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746050" w:rsidRPr="0044187A" w14:paraId="49491698" w14:textId="77777777" w:rsidTr="001170D8">
        <w:tc>
          <w:tcPr>
            <w:tcW w:w="3348" w:type="dxa"/>
            <w:tcBorders>
              <w:top w:val="nil"/>
              <w:left w:val="nil"/>
              <w:bottom w:val="nil"/>
              <w:right w:val="nil"/>
            </w:tcBorders>
          </w:tcPr>
          <w:p w14:paraId="2CDFFA38" w14:textId="77777777" w:rsidR="00746050" w:rsidRPr="0044187A" w:rsidRDefault="00746050" w:rsidP="001170D8">
            <w:pPr>
              <w:pStyle w:val="Formatvorlage2"/>
              <w:rPr>
                <w:u w:val="single"/>
              </w:rPr>
            </w:pPr>
            <w:r w:rsidRPr="0044187A">
              <w:rPr>
                <w:u w:val="single"/>
              </w:rPr>
              <w:t>Herausgeber</w:t>
            </w:r>
          </w:p>
          <w:p w14:paraId="278EF583" w14:textId="77777777" w:rsidR="00746050" w:rsidRDefault="00746050" w:rsidP="001170D8">
            <w:pPr>
              <w:pStyle w:val="Formatvorlage2"/>
            </w:pPr>
            <w:r>
              <w:t>SIEGENIA GRUPPE</w:t>
            </w:r>
          </w:p>
          <w:p w14:paraId="326D5ACA" w14:textId="77777777" w:rsidR="00746050" w:rsidRDefault="00746050" w:rsidP="001170D8">
            <w:pPr>
              <w:pStyle w:val="Formatvorlage2"/>
            </w:pPr>
            <w:r>
              <w:t>Marketing-Kommunikation</w:t>
            </w:r>
          </w:p>
          <w:p w14:paraId="2840B3B4" w14:textId="77777777" w:rsidR="00746050" w:rsidRDefault="00746050" w:rsidP="001170D8">
            <w:pPr>
              <w:pStyle w:val="Formatvorlage2"/>
            </w:pPr>
            <w:r>
              <w:t xml:space="preserve">Industriestraße </w:t>
            </w:r>
            <w:r w:rsidRPr="00300487">
              <w:t>1 - 3</w:t>
            </w:r>
          </w:p>
          <w:p w14:paraId="553ABC55" w14:textId="77777777" w:rsidR="00746050" w:rsidRDefault="00746050" w:rsidP="001170D8">
            <w:pPr>
              <w:pStyle w:val="Formatvorlage2"/>
            </w:pPr>
            <w:r>
              <w:t>D - 57234 Wilnsdorf</w:t>
            </w:r>
          </w:p>
          <w:p w14:paraId="4957EEB5" w14:textId="77777777" w:rsidR="00746050" w:rsidRDefault="00746050" w:rsidP="001170D8">
            <w:pPr>
              <w:pStyle w:val="Formatvorlage2"/>
            </w:pPr>
            <w:r>
              <w:t>Tel.: +49 271 3931-1176</w:t>
            </w:r>
          </w:p>
          <w:p w14:paraId="4D6D69D3" w14:textId="77777777" w:rsidR="00746050" w:rsidRPr="00392D5F" w:rsidRDefault="00746050" w:rsidP="001170D8">
            <w:pPr>
              <w:pStyle w:val="Formatvorlage2"/>
            </w:pPr>
            <w:r>
              <w:t>E</w:t>
            </w:r>
            <w:r w:rsidRPr="00392D5F">
              <w:t xml:space="preserve">-Mail: </w:t>
            </w:r>
            <w:r>
              <w:t>pr@siegenia</w:t>
            </w:r>
            <w:r w:rsidRPr="00392D5F">
              <w:t>.com</w:t>
            </w:r>
          </w:p>
          <w:p w14:paraId="798195D8" w14:textId="77777777" w:rsidR="00746050" w:rsidRDefault="00746050" w:rsidP="001170D8">
            <w:pPr>
              <w:pStyle w:val="Formatvorlage2"/>
            </w:pPr>
            <w:r>
              <w:t>www.siegenia.com</w:t>
            </w:r>
          </w:p>
          <w:p w14:paraId="7B5E89A2" w14:textId="77777777" w:rsidR="00746050" w:rsidRPr="0044187A" w:rsidRDefault="00746050" w:rsidP="001170D8">
            <w:pPr>
              <w:pStyle w:val="Formatvorlage2"/>
              <w:rPr>
                <w:szCs w:val="20"/>
              </w:rPr>
            </w:pPr>
          </w:p>
        </w:tc>
        <w:tc>
          <w:tcPr>
            <w:tcW w:w="3060" w:type="dxa"/>
            <w:tcBorders>
              <w:top w:val="nil"/>
              <w:left w:val="nil"/>
              <w:bottom w:val="nil"/>
              <w:right w:val="nil"/>
            </w:tcBorders>
          </w:tcPr>
          <w:p w14:paraId="74D309F4" w14:textId="77777777" w:rsidR="00746050" w:rsidRPr="0044187A" w:rsidRDefault="00746050" w:rsidP="001170D8">
            <w:pPr>
              <w:pStyle w:val="Formatvorlage2"/>
              <w:rPr>
                <w:u w:val="single"/>
              </w:rPr>
            </w:pPr>
            <w:r w:rsidRPr="0044187A">
              <w:rPr>
                <w:u w:val="single"/>
              </w:rPr>
              <w:t>Redaktion / Ansprechpartner</w:t>
            </w:r>
          </w:p>
          <w:p w14:paraId="5F31CA74" w14:textId="77777777" w:rsidR="00746050" w:rsidRDefault="00746050" w:rsidP="001170D8">
            <w:pPr>
              <w:pStyle w:val="Formatvorlage2"/>
            </w:pPr>
            <w:r>
              <w:t>Kemper Kommunikation</w:t>
            </w:r>
          </w:p>
          <w:p w14:paraId="1430A4E0" w14:textId="77777777" w:rsidR="00746050" w:rsidRPr="00C33A1F" w:rsidRDefault="00746050" w:rsidP="001170D8">
            <w:pPr>
              <w:pStyle w:val="Formatvorlage2"/>
            </w:pPr>
            <w:r>
              <w:t xml:space="preserve">Kirsten </w:t>
            </w:r>
            <w:r w:rsidRPr="00C33A1F">
              <w:t xml:space="preserve">Kemper </w:t>
            </w:r>
          </w:p>
          <w:p w14:paraId="2931EBF6" w14:textId="77777777" w:rsidR="00746050" w:rsidRPr="00C33A1F" w:rsidRDefault="00746050" w:rsidP="001170D8">
            <w:pPr>
              <w:pStyle w:val="Formatvorlage2"/>
            </w:pPr>
            <w:r>
              <w:t>Am Milchbornbach 10</w:t>
            </w:r>
          </w:p>
          <w:p w14:paraId="7B35F3E3" w14:textId="77777777" w:rsidR="00746050" w:rsidRPr="00C33A1F" w:rsidRDefault="00746050" w:rsidP="001170D8">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5FDA3C28" w14:textId="77777777" w:rsidR="00746050" w:rsidRPr="00C55524" w:rsidRDefault="00746050" w:rsidP="001170D8">
            <w:pPr>
              <w:pStyle w:val="Formatvorlage2"/>
              <w:rPr>
                <w:lang w:val="it-IT"/>
              </w:rPr>
            </w:pPr>
            <w:r w:rsidRPr="00C55524">
              <w:rPr>
                <w:lang w:val="it-IT"/>
              </w:rPr>
              <w:t>E-Mail: info@kemper-kommunikation.de</w:t>
            </w:r>
          </w:p>
          <w:p w14:paraId="5242AB90" w14:textId="77777777" w:rsidR="00746050" w:rsidRDefault="00746050" w:rsidP="001170D8">
            <w:pPr>
              <w:pStyle w:val="Formatvorlage2"/>
            </w:pPr>
            <w:r w:rsidRPr="004333E8">
              <w:t>www.kemper-kommunikation.de</w:t>
            </w:r>
          </w:p>
          <w:p w14:paraId="62BC95C4" w14:textId="77777777" w:rsidR="00746050" w:rsidRPr="003F183E" w:rsidRDefault="00746050" w:rsidP="001170D8">
            <w:pPr>
              <w:pStyle w:val="Formatvorlage2"/>
            </w:pPr>
          </w:p>
        </w:tc>
        <w:tc>
          <w:tcPr>
            <w:tcW w:w="1800" w:type="dxa"/>
            <w:tcBorders>
              <w:top w:val="nil"/>
              <w:left w:val="nil"/>
              <w:bottom w:val="nil"/>
              <w:right w:val="nil"/>
            </w:tcBorders>
          </w:tcPr>
          <w:p w14:paraId="77CA73F7" w14:textId="77777777" w:rsidR="00746050" w:rsidRPr="0044187A" w:rsidRDefault="00746050" w:rsidP="001170D8">
            <w:pPr>
              <w:pStyle w:val="Formatvorlage2"/>
              <w:rPr>
                <w:u w:val="single"/>
              </w:rPr>
            </w:pPr>
            <w:r w:rsidRPr="0044187A">
              <w:rPr>
                <w:u w:val="single"/>
              </w:rPr>
              <w:t>Text - Info</w:t>
            </w:r>
          </w:p>
          <w:p w14:paraId="2CCFBCEC" w14:textId="77777777" w:rsidR="00746050" w:rsidRDefault="00746050" w:rsidP="001170D8">
            <w:pPr>
              <w:pStyle w:val="Formatvorlage2"/>
            </w:pPr>
            <w:r w:rsidRPr="00C33A1F">
              <w:t xml:space="preserve">Seiten: </w:t>
            </w:r>
            <w:r>
              <w:t>13</w:t>
            </w:r>
          </w:p>
          <w:p w14:paraId="388F7CAE" w14:textId="44FDD16A" w:rsidR="00746050" w:rsidRDefault="00746050" w:rsidP="001170D8">
            <w:pPr>
              <w:pStyle w:val="Formatvorlage2"/>
            </w:pPr>
            <w:r>
              <w:t>Wörter: 4 0</w:t>
            </w:r>
            <w:r w:rsidR="000B37BB">
              <w:t>18</w:t>
            </w:r>
          </w:p>
          <w:p w14:paraId="73AEFBF8" w14:textId="369566AB" w:rsidR="00746050" w:rsidRPr="00C33A1F" w:rsidRDefault="00746050" w:rsidP="001170D8">
            <w:pPr>
              <w:pStyle w:val="Formatvorlage2"/>
            </w:pPr>
            <w:r w:rsidRPr="00C33A1F">
              <w:t xml:space="preserve">Zeichen: </w:t>
            </w:r>
            <w:r>
              <w:t>31.2</w:t>
            </w:r>
            <w:r w:rsidR="000B37BB">
              <w:t>3</w:t>
            </w:r>
            <w:r w:rsidR="00270F2C">
              <w:t>2</w:t>
            </w:r>
            <w:r w:rsidRPr="00C33A1F">
              <w:br/>
              <w:t>(mit Leerzeichen)</w:t>
            </w:r>
          </w:p>
          <w:p w14:paraId="1B05545A" w14:textId="77777777" w:rsidR="00746050" w:rsidRDefault="00746050" w:rsidP="001170D8">
            <w:pPr>
              <w:pStyle w:val="Formatvorlage2"/>
            </w:pPr>
          </w:p>
          <w:p w14:paraId="3681D2E4" w14:textId="1828E48B" w:rsidR="00746050" w:rsidRPr="00C33A1F" w:rsidRDefault="00746050" w:rsidP="001170D8">
            <w:pPr>
              <w:pStyle w:val="Formatvorlage2"/>
            </w:pPr>
            <w:r>
              <w:t>erstellt am: 21.01.2026</w:t>
            </w:r>
          </w:p>
          <w:p w14:paraId="2D8458A2" w14:textId="77777777" w:rsidR="00746050" w:rsidRPr="0044187A" w:rsidRDefault="00746050" w:rsidP="001170D8">
            <w:pPr>
              <w:pStyle w:val="Formatvorlage2"/>
              <w:rPr>
                <w:szCs w:val="20"/>
              </w:rPr>
            </w:pPr>
          </w:p>
        </w:tc>
      </w:tr>
      <w:tr w:rsidR="00746050" w:rsidRPr="0044187A" w14:paraId="28CF07E9" w14:textId="77777777" w:rsidTr="001170D8">
        <w:tc>
          <w:tcPr>
            <w:tcW w:w="8208" w:type="dxa"/>
            <w:gridSpan w:val="3"/>
            <w:tcBorders>
              <w:top w:val="nil"/>
              <w:left w:val="nil"/>
              <w:bottom w:val="nil"/>
              <w:right w:val="nil"/>
            </w:tcBorders>
          </w:tcPr>
          <w:p w14:paraId="13F49399" w14:textId="77777777" w:rsidR="00746050" w:rsidRPr="003F183E" w:rsidRDefault="00746050" w:rsidP="001170D8">
            <w:pPr>
              <w:pStyle w:val="Formatvorlage2"/>
            </w:pPr>
            <w:r w:rsidRPr="003F183E">
              <w:t>Bei Veröffentlichung von Bild- oder Textmaterial bitten wir um Zusendung eines Belegexemplars.</w:t>
            </w:r>
          </w:p>
        </w:tc>
      </w:tr>
    </w:tbl>
    <w:p w14:paraId="5173F0D9" w14:textId="77777777" w:rsidR="00AD7B27" w:rsidRPr="0038499F" w:rsidRDefault="00AD7B27" w:rsidP="00746050">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8897D" w14:textId="77777777" w:rsidR="00016088" w:rsidRDefault="00016088">
      <w:r>
        <w:separator/>
      </w:r>
    </w:p>
  </w:endnote>
  <w:endnote w:type="continuationSeparator" w:id="0">
    <w:p w14:paraId="1C20A7CD" w14:textId="77777777" w:rsidR="00016088" w:rsidRDefault="00016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FCAF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6FD18" w14:textId="77777777" w:rsidR="00016088" w:rsidRDefault="00016088">
      <w:r>
        <w:separator/>
      </w:r>
    </w:p>
  </w:footnote>
  <w:footnote w:type="continuationSeparator" w:id="0">
    <w:p w14:paraId="7C111898" w14:textId="77777777" w:rsidR="00016088" w:rsidRDefault="00016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97432" w14:textId="77777777" w:rsidR="00F71E39" w:rsidRDefault="00D313A4">
    <w:pPr>
      <w:pStyle w:val="Kopfzeile"/>
    </w:pPr>
    <w:r>
      <w:rPr>
        <w:noProof/>
      </w:rPr>
      <w:drawing>
        <wp:anchor distT="0" distB="0" distL="114300" distR="114300" simplePos="0" relativeHeight="251657728" behindDoc="1" locked="0" layoutInCell="1" allowOverlap="1" wp14:anchorId="2ECBB873" wp14:editId="586FD31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1B2"/>
    <w:rsid w:val="000024D9"/>
    <w:rsid w:val="00003256"/>
    <w:rsid w:val="000035E9"/>
    <w:rsid w:val="0001449A"/>
    <w:rsid w:val="0001520C"/>
    <w:rsid w:val="00016088"/>
    <w:rsid w:val="00026907"/>
    <w:rsid w:val="00040EBF"/>
    <w:rsid w:val="00064165"/>
    <w:rsid w:val="000675C7"/>
    <w:rsid w:val="00070465"/>
    <w:rsid w:val="0007290F"/>
    <w:rsid w:val="00090045"/>
    <w:rsid w:val="00095303"/>
    <w:rsid w:val="00097F16"/>
    <w:rsid w:val="000A1DF0"/>
    <w:rsid w:val="000A5CA3"/>
    <w:rsid w:val="000B37BB"/>
    <w:rsid w:val="000D0C02"/>
    <w:rsid w:val="000D2A27"/>
    <w:rsid w:val="000D4874"/>
    <w:rsid w:val="000E1DB8"/>
    <w:rsid w:val="000E424C"/>
    <w:rsid w:val="000F2936"/>
    <w:rsid w:val="000F565C"/>
    <w:rsid w:val="000F67C4"/>
    <w:rsid w:val="001025BB"/>
    <w:rsid w:val="0010792E"/>
    <w:rsid w:val="00107C46"/>
    <w:rsid w:val="001128F1"/>
    <w:rsid w:val="00122F20"/>
    <w:rsid w:val="00122FEC"/>
    <w:rsid w:val="001306AC"/>
    <w:rsid w:val="00131EDF"/>
    <w:rsid w:val="00137BD1"/>
    <w:rsid w:val="001422E9"/>
    <w:rsid w:val="00145B48"/>
    <w:rsid w:val="00150D3F"/>
    <w:rsid w:val="001529E6"/>
    <w:rsid w:val="00153667"/>
    <w:rsid w:val="001568AE"/>
    <w:rsid w:val="00156B0C"/>
    <w:rsid w:val="00166476"/>
    <w:rsid w:val="00166FB7"/>
    <w:rsid w:val="00170A02"/>
    <w:rsid w:val="00171C51"/>
    <w:rsid w:val="001B7003"/>
    <w:rsid w:val="001C39FF"/>
    <w:rsid w:val="001D26E4"/>
    <w:rsid w:val="001E0780"/>
    <w:rsid w:val="001E1DA6"/>
    <w:rsid w:val="001F3432"/>
    <w:rsid w:val="002046D3"/>
    <w:rsid w:val="00253494"/>
    <w:rsid w:val="00254A9B"/>
    <w:rsid w:val="00255ADB"/>
    <w:rsid w:val="00255FE8"/>
    <w:rsid w:val="00270F2C"/>
    <w:rsid w:val="00272508"/>
    <w:rsid w:val="002769DE"/>
    <w:rsid w:val="002819C3"/>
    <w:rsid w:val="00295A9C"/>
    <w:rsid w:val="0029790E"/>
    <w:rsid w:val="002A202C"/>
    <w:rsid w:val="002A7F37"/>
    <w:rsid w:val="002B55C4"/>
    <w:rsid w:val="002B5AF8"/>
    <w:rsid w:val="002C00E2"/>
    <w:rsid w:val="002C36FE"/>
    <w:rsid w:val="002C5A66"/>
    <w:rsid w:val="002C6D41"/>
    <w:rsid w:val="002E48B5"/>
    <w:rsid w:val="002E59D6"/>
    <w:rsid w:val="002F18BB"/>
    <w:rsid w:val="002F466F"/>
    <w:rsid w:val="0031150D"/>
    <w:rsid w:val="00312211"/>
    <w:rsid w:val="003136F5"/>
    <w:rsid w:val="003241BD"/>
    <w:rsid w:val="00324F84"/>
    <w:rsid w:val="00326F7E"/>
    <w:rsid w:val="00332B26"/>
    <w:rsid w:val="00333D60"/>
    <w:rsid w:val="00346DCA"/>
    <w:rsid w:val="00350ACA"/>
    <w:rsid w:val="003514C3"/>
    <w:rsid w:val="00357C43"/>
    <w:rsid w:val="00364DEF"/>
    <w:rsid w:val="00375A48"/>
    <w:rsid w:val="00377796"/>
    <w:rsid w:val="0038244F"/>
    <w:rsid w:val="0038276B"/>
    <w:rsid w:val="0038499F"/>
    <w:rsid w:val="003914C5"/>
    <w:rsid w:val="00392D5F"/>
    <w:rsid w:val="003A11EB"/>
    <w:rsid w:val="003A1BA5"/>
    <w:rsid w:val="003C02BF"/>
    <w:rsid w:val="003D61A2"/>
    <w:rsid w:val="003E0D26"/>
    <w:rsid w:val="003E378F"/>
    <w:rsid w:val="004176D4"/>
    <w:rsid w:val="00420F79"/>
    <w:rsid w:val="004333E8"/>
    <w:rsid w:val="0044187A"/>
    <w:rsid w:val="0044285E"/>
    <w:rsid w:val="00445361"/>
    <w:rsid w:val="00446899"/>
    <w:rsid w:val="00447689"/>
    <w:rsid w:val="00456C18"/>
    <w:rsid w:val="0046235C"/>
    <w:rsid w:val="004629AD"/>
    <w:rsid w:val="0047584E"/>
    <w:rsid w:val="004806AF"/>
    <w:rsid w:val="00482D44"/>
    <w:rsid w:val="00486878"/>
    <w:rsid w:val="004973C1"/>
    <w:rsid w:val="004B62AB"/>
    <w:rsid w:val="004C4FDA"/>
    <w:rsid w:val="004C503A"/>
    <w:rsid w:val="004E057A"/>
    <w:rsid w:val="004E2322"/>
    <w:rsid w:val="004E2BD7"/>
    <w:rsid w:val="004E3AF9"/>
    <w:rsid w:val="00510191"/>
    <w:rsid w:val="005254BE"/>
    <w:rsid w:val="00532326"/>
    <w:rsid w:val="00551F73"/>
    <w:rsid w:val="00552DC0"/>
    <w:rsid w:val="0055550C"/>
    <w:rsid w:val="00563E60"/>
    <w:rsid w:val="00592833"/>
    <w:rsid w:val="005A214B"/>
    <w:rsid w:val="005A3974"/>
    <w:rsid w:val="005A5DC6"/>
    <w:rsid w:val="005A6A38"/>
    <w:rsid w:val="005A7C57"/>
    <w:rsid w:val="005D299A"/>
    <w:rsid w:val="005E06F2"/>
    <w:rsid w:val="005E1468"/>
    <w:rsid w:val="005E3E61"/>
    <w:rsid w:val="005F2A75"/>
    <w:rsid w:val="005F325E"/>
    <w:rsid w:val="005F3D5F"/>
    <w:rsid w:val="005F7B2E"/>
    <w:rsid w:val="006016B0"/>
    <w:rsid w:val="0060615A"/>
    <w:rsid w:val="0061051B"/>
    <w:rsid w:val="0061253D"/>
    <w:rsid w:val="006161A2"/>
    <w:rsid w:val="00617358"/>
    <w:rsid w:val="00617D76"/>
    <w:rsid w:val="006213E8"/>
    <w:rsid w:val="006279BD"/>
    <w:rsid w:val="00630405"/>
    <w:rsid w:val="00634A59"/>
    <w:rsid w:val="00642F8A"/>
    <w:rsid w:val="0064357B"/>
    <w:rsid w:val="006446D6"/>
    <w:rsid w:val="00656A7F"/>
    <w:rsid w:val="00656FEE"/>
    <w:rsid w:val="00660BA1"/>
    <w:rsid w:val="0066688F"/>
    <w:rsid w:val="00667448"/>
    <w:rsid w:val="006751B2"/>
    <w:rsid w:val="006851F3"/>
    <w:rsid w:val="006866DF"/>
    <w:rsid w:val="00692205"/>
    <w:rsid w:val="006944D9"/>
    <w:rsid w:val="006A2499"/>
    <w:rsid w:val="006A2FD7"/>
    <w:rsid w:val="006A7184"/>
    <w:rsid w:val="006B4D98"/>
    <w:rsid w:val="006B6CD1"/>
    <w:rsid w:val="006B7979"/>
    <w:rsid w:val="006C044C"/>
    <w:rsid w:val="006C6D45"/>
    <w:rsid w:val="006D0FC3"/>
    <w:rsid w:val="006E5CC8"/>
    <w:rsid w:val="006F2BE7"/>
    <w:rsid w:val="00701954"/>
    <w:rsid w:val="00703943"/>
    <w:rsid w:val="007046C4"/>
    <w:rsid w:val="00710EE7"/>
    <w:rsid w:val="007148FF"/>
    <w:rsid w:val="00716BDB"/>
    <w:rsid w:val="00717456"/>
    <w:rsid w:val="00730909"/>
    <w:rsid w:val="00730E66"/>
    <w:rsid w:val="00736C02"/>
    <w:rsid w:val="00737DE1"/>
    <w:rsid w:val="00746050"/>
    <w:rsid w:val="00751517"/>
    <w:rsid w:val="00757DDE"/>
    <w:rsid w:val="00764AAC"/>
    <w:rsid w:val="00782410"/>
    <w:rsid w:val="0078682B"/>
    <w:rsid w:val="007871C1"/>
    <w:rsid w:val="0079193B"/>
    <w:rsid w:val="00792993"/>
    <w:rsid w:val="00794A4F"/>
    <w:rsid w:val="00794B0D"/>
    <w:rsid w:val="00795935"/>
    <w:rsid w:val="007A5EB4"/>
    <w:rsid w:val="007A6E1C"/>
    <w:rsid w:val="007C50D1"/>
    <w:rsid w:val="007C5C24"/>
    <w:rsid w:val="007C6A16"/>
    <w:rsid w:val="007E2B7F"/>
    <w:rsid w:val="007F04A1"/>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079A"/>
    <w:rsid w:val="0088698F"/>
    <w:rsid w:val="00894ADF"/>
    <w:rsid w:val="008A6F1F"/>
    <w:rsid w:val="008C3491"/>
    <w:rsid w:val="008C5079"/>
    <w:rsid w:val="008C6041"/>
    <w:rsid w:val="008D2B30"/>
    <w:rsid w:val="008D3232"/>
    <w:rsid w:val="008D7633"/>
    <w:rsid w:val="00910883"/>
    <w:rsid w:val="0091512B"/>
    <w:rsid w:val="0092580A"/>
    <w:rsid w:val="0093490C"/>
    <w:rsid w:val="0093664F"/>
    <w:rsid w:val="00943EB0"/>
    <w:rsid w:val="00945CA5"/>
    <w:rsid w:val="009550CF"/>
    <w:rsid w:val="009553BC"/>
    <w:rsid w:val="009557EA"/>
    <w:rsid w:val="00963959"/>
    <w:rsid w:val="00963D60"/>
    <w:rsid w:val="00965F0D"/>
    <w:rsid w:val="0096600A"/>
    <w:rsid w:val="00975932"/>
    <w:rsid w:val="0098202C"/>
    <w:rsid w:val="009B067B"/>
    <w:rsid w:val="009B34A3"/>
    <w:rsid w:val="009B4822"/>
    <w:rsid w:val="009B5300"/>
    <w:rsid w:val="009B5DE9"/>
    <w:rsid w:val="009D0CC8"/>
    <w:rsid w:val="009D6C04"/>
    <w:rsid w:val="009E28F9"/>
    <w:rsid w:val="009E5522"/>
    <w:rsid w:val="009E7597"/>
    <w:rsid w:val="009F3CA6"/>
    <w:rsid w:val="009F573F"/>
    <w:rsid w:val="00A051E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0F39"/>
    <w:rsid w:val="00AD4128"/>
    <w:rsid w:val="00AD7705"/>
    <w:rsid w:val="00AD7B27"/>
    <w:rsid w:val="00AE06DB"/>
    <w:rsid w:val="00B057B0"/>
    <w:rsid w:val="00B11AB7"/>
    <w:rsid w:val="00B17597"/>
    <w:rsid w:val="00B239B4"/>
    <w:rsid w:val="00B25259"/>
    <w:rsid w:val="00B316E9"/>
    <w:rsid w:val="00B3687B"/>
    <w:rsid w:val="00B41B50"/>
    <w:rsid w:val="00B47777"/>
    <w:rsid w:val="00B47ADF"/>
    <w:rsid w:val="00B55070"/>
    <w:rsid w:val="00B62ECB"/>
    <w:rsid w:val="00B63C95"/>
    <w:rsid w:val="00B63E35"/>
    <w:rsid w:val="00B73BBC"/>
    <w:rsid w:val="00B84773"/>
    <w:rsid w:val="00B902D0"/>
    <w:rsid w:val="00B908A8"/>
    <w:rsid w:val="00B92EF0"/>
    <w:rsid w:val="00B93961"/>
    <w:rsid w:val="00BA5B2A"/>
    <w:rsid w:val="00BD451C"/>
    <w:rsid w:val="00BD76B1"/>
    <w:rsid w:val="00BE62B4"/>
    <w:rsid w:val="00BE69F6"/>
    <w:rsid w:val="00BF6132"/>
    <w:rsid w:val="00C02C5D"/>
    <w:rsid w:val="00C14A00"/>
    <w:rsid w:val="00C22A3C"/>
    <w:rsid w:val="00C24B77"/>
    <w:rsid w:val="00C2717C"/>
    <w:rsid w:val="00C33A1F"/>
    <w:rsid w:val="00C33F17"/>
    <w:rsid w:val="00C52D3B"/>
    <w:rsid w:val="00C53FE3"/>
    <w:rsid w:val="00C55524"/>
    <w:rsid w:val="00C615A2"/>
    <w:rsid w:val="00C65852"/>
    <w:rsid w:val="00C72B49"/>
    <w:rsid w:val="00C77106"/>
    <w:rsid w:val="00C80D5F"/>
    <w:rsid w:val="00C81874"/>
    <w:rsid w:val="00C87836"/>
    <w:rsid w:val="00C92A2E"/>
    <w:rsid w:val="00CA66F5"/>
    <w:rsid w:val="00CA6BD1"/>
    <w:rsid w:val="00CB7D2E"/>
    <w:rsid w:val="00CC0DD9"/>
    <w:rsid w:val="00CE16F1"/>
    <w:rsid w:val="00CE5038"/>
    <w:rsid w:val="00CE5448"/>
    <w:rsid w:val="00CE5488"/>
    <w:rsid w:val="00CE63E0"/>
    <w:rsid w:val="00CF0749"/>
    <w:rsid w:val="00CF6534"/>
    <w:rsid w:val="00CF72EF"/>
    <w:rsid w:val="00CF7462"/>
    <w:rsid w:val="00D04FE4"/>
    <w:rsid w:val="00D313A4"/>
    <w:rsid w:val="00D32108"/>
    <w:rsid w:val="00D45693"/>
    <w:rsid w:val="00D47D4E"/>
    <w:rsid w:val="00D55DC3"/>
    <w:rsid w:val="00D57457"/>
    <w:rsid w:val="00D64F60"/>
    <w:rsid w:val="00DA2153"/>
    <w:rsid w:val="00DA2662"/>
    <w:rsid w:val="00DB1A9A"/>
    <w:rsid w:val="00DB44DA"/>
    <w:rsid w:val="00DB4ACB"/>
    <w:rsid w:val="00DC032C"/>
    <w:rsid w:val="00DC1F2A"/>
    <w:rsid w:val="00DD7B88"/>
    <w:rsid w:val="00DE3025"/>
    <w:rsid w:val="00DF1C10"/>
    <w:rsid w:val="00DF1EE2"/>
    <w:rsid w:val="00E00A39"/>
    <w:rsid w:val="00E03D06"/>
    <w:rsid w:val="00E03F6F"/>
    <w:rsid w:val="00E04C83"/>
    <w:rsid w:val="00E10380"/>
    <w:rsid w:val="00E14DD8"/>
    <w:rsid w:val="00E155F0"/>
    <w:rsid w:val="00E17E89"/>
    <w:rsid w:val="00E20D4D"/>
    <w:rsid w:val="00E2358B"/>
    <w:rsid w:val="00E34020"/>
    <w:rsid w:val="00E3479A"/>
    <w:rsid w:val="00E6313B"/>
    <w:rsid w:val="00E66783"/>
    <w:rsid w:val="00E76C0B"/>
    <w:rsid w:val="00E76D9B"/>
    <w:rsid w:val="00E77789"/>
    <w:rsid w:val="00E80515"/>
    <w:rsid w:val="00E8721F"/>
    <w:rsid w:val="00E954AC"/>
    <w:rsid w:val="00EA2954"/>
    <w:rsid w:val="00EB511E"/>
    <w:rsid w:val="00EB632F"/>
    <w:rsid w:val="00EC1396"/>
    <w:rsid w:val="00EC25DD"/>
    <w:rsid w:val="00EE123F"/>
    <w:rsid w:val="00EF15B4"/>
    <w:rsid w:val="00EF2F06"/>
    <w:rsid w:val="00F0149D"/>
    <w:rsid w:val="00F05D3F"/>
    <w:rsid w:val="00F10E71"/>
    <w:rsid w:val="00F142BE"/>
    <w:rsid w:val="00F222EB"/>
    <w:rsid w:val="00F25601"/>
    <w:rsid w:val="00F344B8"/>
    <w:rsid w:val="00F40971"/>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756A2"/>
  <w15:docId w15:val="{18D0164F-B607-466B-9570-021C53B96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8721F"/>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6751B2"/>
    <w:rPr>
      <w:rFonts w:ascii="Arial" w:hAnsi="Arial" w:cs="Arial"/>
      <w:b/>
      <w:bCs/>
      <w:iCs/>
      <w:sz w:val="36"/>
      <w:szCs w:val="28"/>
    </w:rPr>
  </w:style>
  <w:style w:type="character" w:customStyle="1" w:styleId="berschrift4Zchn">
    <w:name w:val="Überschrift 4 Zchn"/>
    <w:basedOn w:val="Absatz-Standardschriftart"/>
    <w:link w:val="berschrift4"/>
    <w:rsid w:val="006751B2"/>
    <w:rPr>
      <w:rFonts w:ascii="Arial" w:hAnsi="Arial"/>
      <w:b/>
      <w:bCs/>
      <w:sz w:val="24"/>
      <w:szCs w:val="28"/>
    </w:rPr>
  </w:style>
  <w:style w:type="paragraph" w:styleId="berarbeitung">
    <w:name w:val="Revision"/>
    <w:hidden/>
    <w:uiPriority w:val="99"/>
    <w:semiHidden/>
    <w:rsid w:val="0007290F"/>
    <w:rPr>
      <w:rFonts w:ascii="Arial" w:hAnsi="Arial"/>
      <w:szCs w:val="21"/>
    </w:rPr>
  </w:style>
  <w:style w:type="character" w:customStyle="1" w:styleId="fontstyle01">
    <w:name w:val="fontstyle01"/>
    <w:basedOn w:val="Absatz-Standardschriftart"/>
    <w:rsid w:val="00B25259"/>
    <w:rPr>
      <w:rFonts w:ascii="ArialMT" w:hAnsi="Arial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16</Pages>
  <Words>5014</Words>
  <Characters>31593</Characters>
  <Application>Microsoft Office Word</Application>
  <DocSecurity>0</DocSecurity>
  <Lines>263</Lines>
  <Paragraphs>73</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36534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6</cp:revision>
  <cp:lastPrinted>2007-09-03T14:44:00Z</cp:lastPrinted>
  <dcterms:created xsi:type="dcterms:W3CDTF">2026-01-19T14:11:00Z</dcterms:created>
  <dcterms:modified xsi:type="dcterms:W3CDTF">2026-01-19T15:46:00Z</dcterms:modified>
</cp:coreProperties>
</file>